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71838" w14:textId="32213AA7" w:rsidR="006E5D65" w:rsidRPr="00CD45B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D45B1">
        <w:rPr>
          <w:rFonts w:ascii="Corbel" w:hAnsi="Corbel"/>
          <w:b/>
          <w:bCs/>
          <w:sz w:val="24"/>
          <w:szCs w:val="24"/>
        </w:rPr>
        <w:t xml:space="preserve">   </w:t>
      </w:r>
      <w:r w:rsidR="00F875A5" w:rsidRPr="00CD45B1">
        <w:rPr>
          <w:rFonts w:ascii="Corbel" w:hAnsi="Corbel"/>
          <w:b/>
          <w:bCs/>
          <w:sz w:val="24"/>
          <w:szCs w:val="24"/>
        </w:rPr>
        <w:tab/>
      </w:r>
      <w:r w:rsidR="00F875A5" w:rsidRPr="00CD45B1">
        <w:rPr>
          <w:rFonts w:ascii="Corbel" w:hAnsi="Corbel"/>
          <w:b/>
          <w:bCs/>
          <w:sz w:val="24"/>
          <w:szCs w:val="24"/>
        </w:rPr>
        <w:tab/>
      </w:r>
      <w:r w:rsidR="00F875A5" w:rsidRPr="00CD45B1">
        <w:rPr>
          <w:rFonts w:ascii="Corbel" w:hAnsi="Corbel"/>
          <w:b/>
          <w:bCs/>
          <w:sz w:val="24"/>
          <w:szCs w:val="24"/>
        </w:rPr>
        <w:tab/>
      </w:r>
      <w:r w:rsidR="00F875A5" w:rsidRPr="00CD45B1">
        <w:rPr>
          <w:rFonts w:ascii="Corbel" w:hAnsi="Corbel"/>
          <w:b/>
          <w:bCs/>
          <w:sz w:val="24"/>
          <w:szCs w:val="24"/>
        </w:rPr>
        <w:tab/>
      </w:r>
      <w:r w:rsidR="00F875A5" w:rsidRPr="00CD45B1">
        <w:rPr>
          <w:rFonts w:ascii="Corbel" w:hAnsi="Corbel"/>
          <w:b/>
          <w:bCs/>
          <w:sz w:val="24"/>
          <w:szCs w:val="24"/>
        </w:rPr>
        <w:tab/>
      </w:r>
      <w:r w:rsidR="00D8678B" w:rsidRPr="00CD45B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D45B1">
        <w:rPr>
          <w:rFonts w:ascii="Corbel" w:hAnsi="Corbel"/>
          <w:bCs/>
          <w:i/>
          <w:sz w:val="24"/>
          <w:szCs w:val="24"/>
        </w:rPr>
        <w:t>1.5</w:t>
      </w:r>
      <w:r w:rsidR="00D8678B" w:rsidRPr="00CD45B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D45B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D45B1">
        <w:rPr>
          <w:rFonts w:ascii="Corbel" w:hAnsi="Corbel"/>
          <w:bCs/>
          <w:i/>
          <w:sz w:val="24"/>
          <w:szCs w:val="24"/>
        </w:rPr>
        <w:t xml:space="preserve">nr </w:t>
      </w:r>
      <w:r w:rsidR="00CD45B1" w:rsidRPr="00CD45B1">
        <w:rPr>
          <w:rFonts w:ascii="Corbel" w:hAnsi="Corbel"/>
          <w:bCs/>
          <w:i/>
          <w:sz w:val="24"/>
          <w:szCs w:val="24"/>
        </w:rPr>
        <w:t>7</w:t>
      </w:r>
      <w:r w:rsidR="00F17567" w:rsidRPr="00CD45B1">
        <w:rPr>
          <w:rFonts w:ascii="Corbel" w:hAnsi="Corbel"/>
          <w:bCs/>
          <w:i/>
          <w:sz w:val="24"/>
          <w:szCs w:val="24"/>
        </w:rPr>
        <w:t>/20</w:t>
      </w:r>
      <w:r w:rsidR="00CD45B1" w:rsidRPr="00CD45B1">
        <w:rPr>
          <w:rFonts w:ascii="Corbel" w:hAnsi="Corbel"/>
          <w:bCs/>
          <w:i/>
          <w:sz w:val="24"/>
          <w:szCs w:val="24"/>
        </w:rPr>
        <w:t>23</w:t>
      </w:r>
    </w:p>
    <w:p w14:paraId="575A2171" w14:textId="77777777" w:rsidR="00F875A5" w:rsidRPr="00CD45B1" w:rsidRDefault="00F875A5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77F8E0C0" w14:textId="77777777" w:rsidR="0085747A" w:rsidRPr="00CD45B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D45B1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069427A5" w:rsidR="0085747A" w:rsidRPr="00CD45B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D45B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D45B1">
        <w:rPr>
          <w:rFonts w:ascii="Corbel" w:hAnsi="Corbel"/>
          <w:b/>
          <w:smallCaps/>
          <w:sz w:val="24"/>
          <w:szCs w:val="24"/>
        </w:rPr>
        <w:t xml:space="preserve"> </w:t>
      </w:r>
      <w:r w:rsidR="00301359" w:rsidRPr="00CD45B1">
        <w:rPr>
          <w:rFonts w:ascii="Corbel" w:hAnsi="Corbel"/>
          <w:i/>
          <w:smallCaps/>
          <w:sz w:val="24"/>
          <w:szCs w:val="24"/>
        </w:rPr>
        <w:t>202</w:t>
      </w:r>
      <w:r w:rsidR="00CD45B1" w:rsidRPr="00CD45B1">
        <w:rPr>
          <w:rFonts w:ascii="Corbel" w:hAnsi="Corbel"/>
          <w:i/>
          <w:smallCaps/>
          <w:sz w:val="24"/>
          <w:szCs w:val="24"/>
        </w:rPr>
        <w:t>4</w:t>
      </w:r>
      <w:r w:rsidR="00301359" w:rsidRPr="00CD45B1">
        <w:rPr>
          <w:rFonts w:ascii="Corbel" w:hAnsi="Corbel"/>
          <w:i/>
          <w:smallCaps/>
          <w:sz w:val="24"/>
          <w:szCs w:val="24"/>
        </w:rPr>
        <w:t>-202</w:t>
      </w:r>
      <w:r w:rsidR="00CD45B1" w:rsidRPr="00CD45B1">
        <w:rPr>
          <w:rFonts w:ascii="Corbel" w:hAnsi="Corbel"/>
          <w:i/>
          <w:smallCaps/>
          <w:sz w:val="24"/>
          <w:szCs w:val="24"/>
        </w:rPr>
        <w:t>9</w:t>
      </w:r>
    </w:p>
    <w:p w14:paraId="3B753E0C" w14:textId="0197599C" w:rsidR="0085747A" w:rsidRPr="00CD45B1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45B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51988A" w14:textId="06AA2902" w:rsidR="0085747A" w:rsidRPr="00CD45B1" w:rsidRDefault="00445970" w:rsidP="00530DD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45B1">
        <w:rPr>
          <w:rFonts w:ascii="Corbel" w:hAnsi="Corbel"/>
          <w:sz w:val="24"/>
          <w:szCs w:val="24"/>
        </w:rPr>
        <w:tab/>
      </w:r>
      <w:r w:rsidRPr="00CD45B1">
        <w:rPr>
          <w:rFonts w:ascii="Corbel" w:hAnsi="Corbel"/>
          <w:sz w:val="24"/>
          <w:szCs w:val="24"/>
        </w:rPr>
        <w:tab/>
      </w:r>
      <w:r w:rsidRPr="00CD45B1">
        <w:rPr>
          <w:rFonts w:ascii="Corbel" w:hAnsi="Corbel"/>
          <w:sz w:val="24"/>
          <w:szCs w:val="24"/>
        </w:rPr>
        <w:tab/>
      </w:r>
      <w:r w:rsidRPr="00CD45B1">
        <w:rPr>
          <w:rFonts w:ascii="Corbel" w:hAnsi="Corbel"/>
          <w:sz w:val="24"/>
          <w:szCs w:val="24"/>
        </w:rPr>
        <w:tab/>
        <w:t xml:space="preserve">Rok akademicki </w:t>
      </w:r>
      <w:r w:rsidR="00301359" w:rsidRPr="00CD45B1">
        <w:rPr>
          <w:rFonts w:ascii="Corbel" w:hAnsi="Corbel"/>
          <w:sz w:val="24"/>
          <w:szCs w:val="24"/>
        </w:rPr>
        <w:t>202</w:t>
      </w:r>
      <w:r w:rsidR="00CD45B1" w:rsidRPr="00CD45B1">
        <w:rPr>
          <w:rFonts w:ascii="Corbel" w:hAnsi="Corbel"/>
          <w:sz w:val="24"/>
          <w:szCs w:val="24"/>
        </w:rPr>
        <w:t>4</w:t>
      </w:r>
      <w:r w:rsidR="00301359" w:rsidRPr="00CD45B1">
        <w:rPr>
          <w:rFonts w:ascii="Corbel" w:hAnsi="Corbel"/>
          <w:sz w:val="24"/>
          <w:szCs w:val="24"/>
        </w:rPr>
        <w:t>/202</w:t>
      </w:r>
      <w:r w:rsidR="00CD45B1" w:rsidRPr="00CD45B1">
        <w:rPr>
          <w:rFonts w:ascii="Corbel" w:hAnsi="Corbel"/>
          <w:sz w:val="24"/>
          <w:szCs w:val="24"/>
        </w:rPr>
        <w:t xml:space="preserve">5, 2025/2026, </w:t>
      </w:r>
      <w:r w:rsidR="00896A0C" w:rsidRPr="00CD45B1">
        <w:rPr>
          <w:rFonts w:ascii="Corbel" w:hAnsi="Corbel"/>
          <w:sz w:val="24"/>
          <w:szCs w:val="24"/>
        </w:rPr>
        <w:t>202</w:t>
      </w:r>
      <w:r w:rsidR="00CD45B1" w:rsidRPr="00CD45B1">
        <w:rPr>
          <w:rFonts w:ascii="Corbel" w:hAnsi="Corbel"/>
          <w:sz w:val="24"/>
          <w:szCs w:val="24"/>
        </w:rPr>
        <w:t>6</w:t>
      </w:r>
      <w:r w:rsidR="00896A0C" w:rsidRPr="00CD45B1">
        <w:rPr>
          <w:rFonts w:ascii="Corbel" w:hAnsi="Corbel"/>
          <w:sz w:val="24"/>
          <w:szCs w:val="24"/>
        </w:rPr>
        <w:t>/202</w:t>
      </w:r>
      <w:r w:rsidR="00CD45B1" w:rsidRPr="00CD45B1">
        <w:rPr>
          <w:rFonts w:ascii="Corbel" w:hAnsi="Corbel"/>
          <w:sz w:val="24"/>
          <w:szCs w:val="24"/>
        </w:rPr>
        <w:t>7</w:t>
      </w:r>
    </w:p>
    <w:p w14:paraId="05DE2A38" w14:textId="77777777" w:rsidR="00530DD3" w:rsidRPr="00CD45B1" w:rsidRDefault="00530DD3" w:rsidP="00530DD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455A347" w14:textId="77777777" w:rsidR="0085747A" w:rsidRPr="00CD45B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D45B1">
        <w:rPr>
          <w:rFonts w:ascii="Corbel" w:hAnsi="Corbel"/>
          <w:szCs w:val="24"/>
        </w:rPr>
        <w:t xml:space="preserve">1. </w:t>
      </w:r>
      <w:r w:rsidR="0085747A" w:rsidRPr="00CD45B1">
        <w:rPr>
          <w:rFonts w:ascii="Corbel" w:hAnsi="Corbel"/>
          <w:szCs w:val="24"/>
        </w:rPr>
        <w:t xml:space="preserve">Podstawowe </w:t>
      </w:r>
      <w:r w:rsidR="00445970" w:rsidRPr="00CD45B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D45B1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CD45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20476833" w:rsidR="0085747A" w:rsidRPr="00CD45B1" w:rsidRDefault="00F875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Język obcy</w:t>
            </w:r>
          </w:p>
        </w:tc>
      </w:tr>
      <w:tr w:rsidR="0085747A" w:rsidRPr="00CD45B1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CD45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D45B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CD45B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D45B1" w14:paraId="5EB3E15A" w14:textId="77777777" w:rsidTr="00B819C8">
        <w:tc>
          <w:tcPr>
            <w:tcW w:w="2694" w:type="dxa"/>
            <w:vAlign w:val="center"/>
          </w:tcPr>
          <w:p w14:paraId="5DFC4A64" w14:textId="4E316626" w:rsidR="0085747A" w:rsidRPr="00CD45B1" w:rsidRDefault="00EC583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N</w:t>
            </w:r>
            <w:r w:rsidR="0085747A" w:rsidRPr="00CD45B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D45B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40178F86" w:rsidR="0085747A" w:rsidRPr="00CD45B1" w:rsidRDefault="00E066F7" w:rsidP="00F636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45B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D45B1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CD4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E311445" w:rsidR="0085747A" w:rsidRPr="00CD45B1" w:rsidRDefault="006C6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45B1"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CD45B1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CD45B1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CD4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3C80AE1D" w:rsidR="0085747A" w:rsidRPr="00CD45B1" w:rsidRDefault="00B81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45B1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B1AC4" w:rsidRPr="00CD45B1">
              <w:rPr>
                <w:rFonts w:ascii="Corbel" w:hAnsi="Corbel"/>
                <w:b w:val="0"/>
                <w:sz w:val="24"/>
                <w:szCs w:val="24"/>
              </w:rPr>
              <w:t>sychologia</w:t>
            </w:r>
          </w:p>
        </w:tc>
      </w:tr>
      <w:tr w:rsidR="0085747A" w:rsidRPr="00CD45B1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CD45B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4449099A" w:rsidR="0085747A" w:rsidRPr="00CD45B1" w:rsidRDefault="00DF01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45B1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1315A8" w:rsidRPr="00CD45B1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CD45B1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CD4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3E7E7D78" w:rsidR="0085747A" w:rsidRPr="00CD45B1" w:rsidRDefault="00302B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45B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CD45B1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CD4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4FE671D5" w:rsidR="0085747A" w:rsidRPr="00CD45B1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45B1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EC583D" w:rsidRPr="00CD45B1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CD45B1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CD4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D45B1">
              <w:rPr>
                <w:rFonts w:ascii="Corbel" w:hAnsi="Corbel"/>
                <w:sz w:val="24"/>
                <w:szCs w:val="24"/>
              </w:rPr>
              <w:t>/y</w:t>
            </w:r>
            <w:r w:rsidRPr="00CD45B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21B5115E" w:rsidR="0085747A" w:rsidRPr="00CD45B1" w:rsidRDefault="00B81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45B1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A6917" w:rsidRPr="00CD45B1">
              <w:rPr>
                <w:rFonts w:ascii="Corbel" w:hAnsi="Corbel"/>
                <w:b w:val="0"/>
                <w:sz w:val="24"/>
                <w:szCs w:val="24"/>
              </w:rPr>
              <w:t>ok I, II,</w:t>
            </w:r>
            <w:r w:rsidR="001315A8" w:rsidRPr="00CD45B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D26CA" w:rsidRPr="00CD45B1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1315A8" w:rsidRPr="00CD45B1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5A6917" w:rsidRPr="00CD45B1">
              <w:rPr>
                <w:rFonts w:ascii="Corbel" w:hAnsi="Corbel"/>
                <w:b w:val="0"/>
                <w:sz w:val="24"/>
                <w:szCs w:val="24"/>
              </w:rPr>
              <w:t xml:space="preserve"> semestr 1, 2, 3, 4</w:t>
            </w:r>
            <w:r w:rsidR="00FD26CA" w:rsidRPr="00CD45B1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1315A8" w:rsidRPr="00CD45B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D26CA" w:rsidRPr="00CD45B1">
              <w:rPr>
                <w:rFonts w:ascii="Corbel" w:hAnsi="Corbel"/>
                <w:b w:val="0"/>
                <w:sz w:val="24"/>
                <w:szCs w:val="24"/>
              </w:rPr>
              <w:t>5,</w:t>
            </w:r>
            <w:r w:rsidR="00F875A5" w:rsidRPr="00CD45B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D26CA" w:rsidRPr="00CD45B1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CD45B1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CD4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70FC38E1" w:rsidR="0085747A" w:rsidRPr="00CD45B1" w:rsidRDefault="00F875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45B1">
              <w:rPr>
                <w:rFonts w:ascii="Corbel" w:hAnsi="Corbel"/>
                <w:b w:val="0"/>
                <w:sz w:val="24"/>
                <w:szCs w:val="24"/>
              </w:rPr>
              <w:t xml:space="preserve">kształcenia </w:t>
            </w:r>
            <w:r w:rsidR="005A6917" w:rsidRPr="00CD45B1"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Pr="00CD45B1">
              <w:rPr>
                <w:rFonts w:ascii="Corbel" w:hAnsi="Corbel"/>
                <w:b w:val="0"/>
                <w:sz w:val="24"/>
                <w:szCs w:val="24"/>
              </w:rPr>
              <w:t>ego</w:t>
            </w:r>
          </w:p>
        </w:tc>
      </w:tr>
      <w:tr w:rsidR="00923D7D" w:rsidRPr="00CD45B1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CD45B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CD45B1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45B1"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CD45B1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CD45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327005C" w:rsidR="0085747A" w:rsidRPr="00CD45B1" w:rsidRDefault="006B2962" w:rsidP="004177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45B1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17773" w:rsidRPr="00CD45B1">
              <w:rPr>
                <w:rFonts w:ascii="Corbel" w:hAnsi="Corbel"/>
                <w:b w:val="0"/>
                <w:sz w:val="24"/>
                <w:szCs w:val="24"/>
              </w:rPr>
              <w:t>Marta Kobylska</w:t>
            </w:r>
          </w:p>
        </w:tc>
      </w:tr>
      <w:tr w:rsidR="0016656C" w:rsidRPr="00CD45B1" w14:paraId="7A28B2FA" w14:textId="77777777" w:rsidTr="00B819C8">
        <w:tc>
          <w:tcPr>
            <w:tcW w:w="2694" w:type="dxa"/>
            <w:vAlign w:val="center"/>
          </w:tcPr>
          <w:p w14:paraId="6B5E7C72" w14:textId="77777777" w:rsidR="0016656C" w:rsidRPr="00CD45B1" w:rsidRDefault="0016656C" w:rsidP="0016656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6E0CD408" w:rsidR="0016656C" w:rsidRPr="00CD45B1" w:rsidRDefault="00CD45B1" w:rsidP="004177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Augustyn</w:t>
            </w:r>
          </w:p>
        </w:tc>
      </w:tr>
    </w:tbl>
    <w:p w14:paraId="06671629" w14:textId="77777777" w:rsidR="0085747A" w:rsidRPr="00CD45B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D45B1">
        <w:rPr>
          <w:rFonts w:ascii="Corbel" w:hAnsi="Corbel"/>
          <w:sz w:val="24"/>
          <w:szCs w:val="24"/>
        </w:rPr>
        <w:t xml:space="preserve">* </w:t>
      </w:r>
      <w:r w:rsidRPr="00CD45B1">
        <w:rPr>
          <w:rFonts w:ascii="Corbel" w:hAnsi="Corbel"/>
          <w:i/>
          <w:sz w:val="24"/>
          <w:szCs w:val="24"/>
        </w:rPr>
        <w:t>-</w:t>
      </w:r>
      <w:r w:rsidR="00B90885" w:rsidRPr="00CD45B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D45B1">
        <w:rPr>
          <w:rFonts w:ascii="Corbel" w:hAnsi="Corbel"/>
          <w:b w:val="0"/>
          <w:sz w:val="24"/>
          <w:szCs w:val="24"/>
        </w:rPr>
        <w:t>e,</w:t>
      </w:r>
      <w:r w:rsidRPr="00CD45B1">
        <w:rPr>
          <w:rFonts w:ascii="Corbel" w:hAnsi="Corbel"/>
          <w:i/>
          <w:sz w:val="24"/>
          <w:szCs w:val="24"/>
        </w:rPr>
        <w:t xml:space="preserve"> </w:t>
      </w:r>
      <w:r w:rsidRPr="00CD45B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D45B1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CD45B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13700E66" w:rsidR="0085747A" w:rsidRPr="00CD45B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D45B1">
        <w:rPr>
          <w:rFonts w:ascii="Corbel" w:hAnsi="Corbel"/>
          <w:sz w:val="24"/>
          <w:szCs w:val="24"/>
        </w:rPr>
        <w:t>1.</w:t>
      </w:r>
      <w:r w:rsidR="00E22FBC" w:rsidRPr="00CD45B1">
        <w:rPr>
          <w:rFonts w:ascii="Corbel" w:hAnsi="Corbel"/>
          <w:sz w:val="24"/>
          <w:szCs w:val="24"/>
        </w:rPr>
        <w:t>1</w:t>
      </w:r>
      <w:r w:rsidRPr="00CD45B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E51740" w14:textId="77777777" w:rsidR="0045566A" w:rsidRPr="00CD45B1" w:rsidRDefault="0045566A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5566A" w:rsidRPr="00CD45B1" w14:paraId="34533113" w14:textId="77777777" w:rsidTr="00B90A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5835" w14:textId="77777777" w:rsidR="0045566A" w:rsidRPr="00CD45B1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45B1">
              <w:rPr>
                <w:rFonts w:ascii="Corbel" w:hAnsi="Corbel"/>
                <w:szCs w:val="24"/>
              </w:rPr>
              <w:t>Semestr</w:t>
            </w:r>
          </w:p>
          <w:p w14:paraId="12C5BFF3" w14:textId="77777777" w:rsidR="0045566A" w:rsidRPr="00CD45B1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45B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86D2" w14:textId="77777777" w:rsidR="0045566A" w:rsidRPr="00CD45B1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45B1">
              <w:rPr>
                <w:rFonts w:ascii="Corbel" w:hAnsi="Corbel"/>
                <w:szCs w:val="24"/>
              </w:rPr>
              <w:t>Wykł</w:t>
            </w:r>
            <w:proofErr w:type="spellEnd"/>
            <w:r w:rsidRPr="00CD4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1350" w14:textId="77777777" w:rsidR="0045566A" w:rsidRPr="00CD45B1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45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A28E" w14:textId="77777777" w:rsidR="0045566A" w:rsidRPr="00CD45B1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45B1">
              <w:rPr>
                <w:rFonts w:ascii="Corbel" w:hAnsi="Corbel"/>
                <w:szCs w:val="24"/>
              </w:rPr>
              <w:t>Konw</w:t>
            </w:r>
            <w:proofErr w:type="spellEnd"/>
            <w:r w:rsidRPr="00CD4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E7CC" w14:textId="77777777" w:rsidR="0045566A" w:rsidRPr="00CD45B1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45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3827" w14:textId="77777777" w:rsidR="0045566A" w:rsidRPr="00CD45B1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45B1">
              <w:rPr>
                <w:rFonts w:ascii="Corbel" w:hAnsi="Corbel"/>
                <w:szCs w:val="24"/>
              </w:rPr>
              <w:t>Sem</w:t>
            </w:r>
            <w:proofErr w:type="spellEnd"/>
            <w:r w:rsidRPr="00CD4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0F19" w14:textId="77777777" w:rsidR="0045566A" w:rsidRPr="00CD45B1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45B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379A" w14:textId="77777777" w:rsidR="0045566A" w:rsidRPr="00CD45B1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D45B1">
              <w:rPr>
                <w:rFonts w:ascii="Corbel" w:hAnsi="Corbel"/>
                <w:szCs w:val="24"/>
              </w:rPr>
              <w:t>Prakt</w:t>
            </w:r>
            <w:proofErr w:type="spellEnd"/>
            <w:r w:rsidRPr="00CD45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0328" w14:textId="77777777" w:rsidR="0045566A" w:rsidRPr="00CD45B1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45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0B3E" w14:textId="77777777" w:rsidR="0045566A" w:rsidRPr="00CD45B1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D45B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5566A" w:rsidRPr="00CD45B1" w14:paraId="0F166577" w14:textId="77777777" w:rsidTr="00F875A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E80F0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6BA0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D75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ED4C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5480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8ECF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9303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9E94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47FE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A5E8" w14:textId="2CF89060" w:rsidR="0045566A" w:rsidRPr="00CD45B1" w:rsidRDefault="00FD26C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CD45B1" w14:paraId="38C9C2B0" w14:textId="77777777" w:rsidTr="00F875A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F31D6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401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0E79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ED7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E8B9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F379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42E0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3DA7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04EF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39C9" w14:textId="56C785BF" w:rsidR="0045566A" w:rsidRPr="00CD45B1" w:rsidRDefault="00FD26C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CD45B1" w14:paraId="1C71AF5B" w14:textId="77777777" w:rsidTr="00F875A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EBEB8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5816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0329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F418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F909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B094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DD3A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F481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CB10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E241" w14:textId="3F62C62E" w:rsidR="0045566A" w:rsidRPr="00CD45B1" w:rsidRDefault="00FD26C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CD45B1" w14:paraId="6369F03B" w14:textId="77777777" w:rsidTr="00F875A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046F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F004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8D31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4C12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1C04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983F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9E13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1C0A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7D02" w14:textId="77777777" w:rsidR="0045566A" w:rsidRPr="00CD45B1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733D" w14:textId="4B59ABBA" w:rsidR="0045566A" w:rsidRPr="00CD45B1" w:rsidRDefault="00FD26C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D26CA" w:rsidRPr="00CD45B1" w14:paraId="235C5EF7" w14:textId="77777777" w:rsidTr="00F875A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F356" w14:textId="29B3E261" w:rsidR="00FD26CA" w:rsidRPr="00CD45B1" w:rsidRDefault="00FD26C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E0043" w14:textId="77777777" w:rsidR="00FD26CA" w:rsidRPr="00CD45B1" w:rsidRDefault="00FD26C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D1E5" w14:textId="74E796EA" w:rsidR="00FD26CA" w:rsidRPr="00CD45B1" w:rsidRDefault="00FD26C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29F1" w14:textId="77777777" w:rsidR="00FD26CA" w:rsidRPr="00CD45B1" w:rsidRDefault="00FD26C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BDAC" w14:textId="77777777" w:rsidR="00FD26CA" w:rsidRPr="00CD45B1" w:rsidRDefault="00FD26C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2F05" w14:textId="77777777" w:rsidR="00FD26CA" w:rsidRPr="00CD45B1" w:rsidRDefault="00FD26C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D438" w14:textId="77777777" w:rsidR="00FD26CA" w:rsidRPr="00CD45B1" w:rsidRDefault="00FD26C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367E" w14:textId="77777777" w:rsidR="00FD26CA" w:rsidRPr="00CD45B1" w:rsidRDefault="00FD26C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C6AEB" w14:textId="77777777" w:rsidR="00FD26CA" w:rsidRPr="00CD45B1" w:rsidRDefault="00FD26C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AFD6" w14:textId="150C19D2" w:rsidR="00FD26CA" w:rsidRPr="00CD45B1" w:rsidRDefault="00CD45B1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D26CA" w:rsidRPr="00CD45B1" w14:paraId="6C3D0ECF" w14:textId="77777777" w:rsidTr="00F875A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D617F" w14:textId="7D6E17BA" w:rsidR="00FD26CA" w:rsidRPr="00CD45B1" w:rsidRDefault="00FD26C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31C8" w14:textId="77777777" w:rsidR="00FD26CA" w:rsidRPr="00CD45B1" w:rsidRDefault="00FD26C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AE09" w14:textId="4CB4F027" w:rsidR="00FD26CA" w:rsidRPr="00CD45B1" w:rsidRDefault="00FD26C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43B9" w14:textId="77777777" w:rsidR="00FD26CA" w:rsidRPr="00CD45B1" w:rsidRDefault="00FD26C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C960" w14:textId="77777777" w:rsidR="00FD26CA" w:rsidRPr="00CD45B1" w:rsidRDefault="00FD26C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586B" w14:textId="77777777" w:rsidR="00FD26CA" w:rsidRPr="00CD45B1" w:rsidRDefault="00FD26C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D41E" w14:textId="77777777" w:rsidR="00FD26CA" w:rsidRPr="00CD45B1" w:rsidRDefault="00FD26C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552C" w14:textId="77777777" w:rsidR="00FD26CA" w:rsidRPr="00CD45B1" w:rsidRDefault="00FD26C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3D65" w14:textId="77777777" w:rsidR="00FD26CA" w:rsidRPr="00CD45B1" w:rsidRDefault="00FD26C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1F4F" w14:textId="27834EBC" w:rsidR="00FD26CA" w:rsidRPr="00CD45B1" w:rsidRDefault="00CD45B1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A03DA" w:rsidRPr="00CD45B1" w14:paraId="4C40950B" w14:textId="77777777" w:rsidTr="00F875A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E44C" w14:textId="34CF878A" w:rsidR="000A03DA" w:rsidRPr="00CD45B1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192A" w14:textId="77777777" w:rsidR="000A03DA" w:rsidRPr="00CD45B1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B4D21" w14:textId="6679625E" w:rsidR="000A03DA" w:rsidRPr="00CD45B1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1</w:t>
            </w:r>
            <w:r w:rsidR="00FD26CA" w:rsidRPr="00CD45B1">
              <w:rPr>
                <w:rFonts w:ascii="Corbel" w:hAnsi="Corbel"/>
                <w:sz w:val="24"/>
                <w:szCs w:val="24"/>
              </w:rPr>
              <w:t>8</w:t>
            </w:r>
            <w:r w:rsidRPr="00CD45B1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C1E8" w14:textId="77777777" w:rsidR="000A03DA" w:rsidRPr="00CD45B1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AFBC" w14:textId="77777777" w:rsidR="000A03DA" w:rsidRPr="00CD45B1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7997" w14:textId="77777777" w:rsidR="000A03DA" w:rsidRPr="00CD45B1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7BD5" w14:textId="77777777" w:rsidR="000A03DA" w:rsidRPr="00CD45B1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9363" w14:textId="77777777" w:rsidR="000A03DA" w:rsidRPr="00CD45B1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2437" w14:textId="77777777" w:rsidR="000A03DA" w:rsidRPr="00CD45B1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375B" w14:textId="366954F6" w:rsidR="000A03DA" w:rsidRPr="00CD45B1" w:rsidRDefault="005A606C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1</w:t>
            </w:r>
            <w:r w:rsidR="00CD45B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01AB829" w14:textId="77777777" w:rsidR="00923D7D" w:rsidRPr="00CD45B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CD45B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D45B1">
        <w:rPr>
          <w:rFonts w:ascii="Corbel" w:hAnsi="Corbel"/>
          <w:smallCaps w:val="0"/>
          <w:szCs w:val="24"/>
        </w:rPr>
        <w:t>1.</w:t>
      </w:r>
      <w:r w:rsidR="00E22FBC" w:rsidRPr="00CD45B1">
        <w:rPr>
          <w:rFonts w:ascii="Corbel" w:hAnsi="Corbel"/>
          <w:smallCaps w:val="0"/>
          <w:szCs w:val="24"/>
        </w:rPr>
        <w:t>2</w:t>
      </w:r>
      <w:r w:rsidR="00F83B28" w:rsidRPr="00CD45B1">
        <w:rPr>
          <w:rFonts w:ascii="Corbel" w:hAnsi="Corbel"/>
          <w:smallCaps w:val="0"/>
          <w:szCs w:val="24"/>
        </w:rPr>
        <w:t>.</w:t>
      </w:r>
      <w:r w:rsidR="00F83B28" w:rsidRPr="00CD45B1">
        <w:rPr>
          <w:rFonts w:ascii="Corbel" w:hAnsi="Corbel"/>
          <w:smallCaps w:val="0"/>
          <w:szCs w:val="24"/>
        </w:rPr>
        <w:tab/>
      </w:r>
      <w:r w:rsidRPr="00CD45B1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CD45B1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D45B1"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CD45B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CD45B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FAB6B7" w14:textId="36BDC816" w:rsidR="00E960BB" w:rsidRPr="00CD45B1" w:rsidRDefault="00E22FBC" w:rsidP="00C106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D45B1">
        <w:rPr>
          <w:rFonts w:ascii="Corbel" w:hAnsi="Corbel"/>
          <w:smallCaps w:val="0"/>
          <w:szCs w:val="24"/>
        </w:rPr>
        <w:lastRenderedPageBreak/>
        <w:t xml:space="preserve">1.3 </w:t>
      </w:r>
      <w:r w:rsidR="00F83B28" w:rsidRPr="00CD45B1">
        <w:rPr>
          <w:rFonts w:ascii="Corbel" w:hAnsi="Corbel"/>
          <w:smallCaps w:val="0"/>
          <w:szCs w:val="24"/>
        </w:rPr>
        <w:tab/>
      </w:r>
      <w:r w:rsidRPr="00CD45B1">
        <w:rPr>
          <w:rFonts w:ascii="Corbel" w:hAnsi="Corbel"/>
          <w:smallCaps w:val="0"/>
          <w:szCs w:val="24"/>
        </w:rPr>
        <w:t>For</w:t>
      </w:r>
      <w:r w:rsidR="00445970" w:rsidRPr="00CD45B1">
        <w:rPr>
          <w:rFonts w:ascii="Corbel" w:hAnsi="Corbel"/>
          <w:smallCaps w:val="0"/>
          <w:szCs w:val="24"/>
        </w:rPr>
        <w:t xml:space="preserve">ma zaliczenia przedmiotu </w:t>
      </w:r>
      <w:r w:rsidR="00F875A5" w:rsidRPr="00CD45B1">
        <w:rPr>
          <w:rFonts w:ascii="Corbel" w:hAnsi="Corbel"/>
          <w:smallCaps w:val="0"/>
          <w:szCs w:val="24"/>
        </w:rPr>
        <w:t xml:space="preserve">(z toku): </w:t>
      </w:r>
      <w:r w:rsidR="00F875A5" w:rsidRPr="00CD45B1">
        <w:rPr>
          <w:rFonts w:ascii="Corbel" w:hAnsi="Corbel"/>
          <w:b w:val="0"/>
          <w:bCs/>
          <w:smallCaps w:val="0"/>
          <w:szCs w:val="24"/>
        </w:rPr>
        <w:t>z</w:t>
      </w:r>
      <w:r w:rsidR="003035BB" w:rsidRPr="00CD45B1">
        <w:rPr>
          <w:rFonts w:ascii="Corbel" w:hAnsi="Corbel"/>
          <w:b w:val="0"/>
          <w:bCs/>
          <w:smallCaps w:val="0"/>
          <w:szCs w:val="24"/>
        </w:rPr>
        <w:t>aliczenie z oceną</w:t>
      </w:r>
    </w:p>
    <w:p w14:paraId="74407DA4" w14:textId="77777777" w:rsidR="00E960BB" w:rsidRPr="00CD45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D45B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D45B1" w14:paraId="3A706F80" w14:textId="77777777" w:rsidTr="00745302">
        <w:tc>
          <w:tcPr>
            <w:tcW w:w="9670" w:type="dxa"/>
          </w:tcPr>
          <w:p w14:paraId="329C8A3F" w14:textId="7A25284C" w:rsidR="0085747A" w:rsidRPr="00CD45B1" w:rsidRDefault="006711FD" w:rsidP="007C253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na poziomie B1+ według Europejskiego Opisu Kształcenia Językowego. </w:t>
            </w:r>
          </w:p>
        </w:tc>
      </w:tr>
    </w:tbl>
    <w:p w14:paraId="74FA3927" w14:textId="77777777" w:rsidR="00F875A5" w:rsidRPr="00CD45B1" w:rsidRDefault="00F875A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572E365D" w:rsidR="0085747A" w:rsidRPr="00CD45B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D45B1">
        <w:rPr>
          <w:rFonts w:ascii="Corbel" w:hAnsi="Corbel"/>
          <w:szCs w:val="24"/>
        </w:rPr>
        <w:t>3.</w:t>
      </w:r>
      <w:r w:rsidR="0085747A" w:rsidRPr="00CD45B1">
        <w:rPr>
          <w:rFonts w:ascii="Corbel" w:hAnsi="Corbel"/>
          <w:szCs w:val="24"/>
        </w:rPr>
        <w:t xml:space="preserve"> </w:t>
      </w:r>
      <w:r w:rsidR="00A84C85" w:rsidRPr="00CD45B1">
        <w:rPr>
          <w:rFonts w:ascii="Corbel" w:hAnsi="Corbel"/>
          <w:szCs w:val="24"/>
        </w:rPr>
        <w:t>cele, efekty uczenia się</w:t>
      </w:r>
      <w:r w:rsidR="0085747A" w:rsidRPr="00CD45B1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D45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Pr="00CD45B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D45B1">
        <w:rPr>
          <w:rFonts w:ascii="Corbel" w:hAnsi="Corbel"/>
          <w:sz w:val="24"/>
          <w:szCs w:val="24"/>
        </w:rPr>
        <w:t xml:space="preserve">3.1 </w:t>
      </w:r>
      <w:r w:rsidR="00C05F44" w:rsidRPr="00CD45B1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CD45B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D45B1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CD45B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45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29B1C644" w:rsidR="0085747A" w:rsidRPr="00CD45B1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45B1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CD45B1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CD45B1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CD45B1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CD45B1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CD45B1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CD45B1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="00C106B8" w:rsidRPr="00CD45B1">
              <w:rPr>
                <w:rFonts w:ascii="Corbel" w:hAnsi="Corbel"/>
                <w:b w:val="0"/>
                <w:sz w:val="24"/>
                <w:szCs w:val="24"/>
              </w:rPr>
              <w:t>+</w:t>
            </w:r>
            <w:r w:rsidR="00F875A5" w:rsidRPr="00CD45B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CD45B1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CD45B1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CD45B1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45B1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CD45B1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CD45B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45B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 w:rsidRPr="00CD45B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759FE9C1" w:rsidR="0085747A" w:rsidRPr="00CD45B1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45B1">
              <w:rPr>
                <w:rFonts w:ascii="Corbel" w:hAnsi="Corbel"/>
                <w:b w:val="0"/>
                <w:sz w:val="24"/>
                <w:szCs w:val="24"/>
              </w:rPr>
              <w:t xml:space="preserve">Kształcenie i doskonalenie poprawności gramatycznej w wypowiedziach ustnych </w:t>
            </w:r>
            <w:r w:rsidRPr="00CD45B1">
              <w:rPr>
                <w:rFonts w:ascii="Corbel" w:hAnsi="Corbel"/>
                <w:b w:val="0"/>
                <w:sz w:val="24"/>
                <w:szCs w:val="24"/>
              </w:rPr>
              <w:br/>
              <w:t xml:space="preserve">i pisemnych. </w:t>
            </w:r>
          </w:p>
        </w:tc>
      </w:tr>
      <w:tr w:rsidR="00121A87" w:rsidRPr="00CD45B1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CD45B1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45B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1007FD3F" w:rsidR="00121A87" w:rsidRPr="00CD45B1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45B1">
              <w:rPr>
                <w:rFonts w:ascii="Corbel" w:hAnsi="Corbel"/>
                <w:b w:val="0"/>
                <w:sz w:val="24"/>
                <w:szCs w:val="24"/>
              </w:rPr>
              <w:t xml:space="preserve">Poszerzenie słownictwa oraz wprowadzenie słownictwa specjalistycznego (słownictwa z zakresu </w:t>
            </w:r>
            <w:r w:rsidR="00F875A5" w:rsidRPr="00CD45B1">
              <w:rPr>
                <w:rFonts w:ascii="Corbel" w:hAnsi="Corbel"/>
                <w:b w:val="0"/>
                <w:sz w:val="24"/>
                <w:szCs w:val="24"/>
              </w:rPr>
              <w:t>psychologii</w:t>
            </w:r>
            <w:r w:rsidRPr="00CD45B1">
              <w:rPr>
                <w:rFonts w:ascii="Corbel" w:hAnsi="Corbel"/>
                <w:b w:val="0"/>
                <w:sz w:val="24"/>
                <w:szCs w:val="24"/>
              </w:rPr>
              <w:t xml:space="preserve">). </w:t>
            </w:r>
          </w:p>
        </w:tc>
      </w:tr>
      <w:tr w:rsidR="00121A87" w:rsidRPr="00CD45B1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CD45B1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45B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17C4C57F" w:rsidR="00121A87" w:rsidRPr="00CD45B1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45B1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zawodowej w formie prezentacji opracowanej w oparciu o proste teksty fachowe. </w:t>
            </w:r>
          </w:p>
        </w:tc>
      </w:tr>
    </w:tbl>
    <w:p w14:paraId="278DD447" w14:textId="77777777" w:rsidR="0085747A" w:rsidRPr="00CD4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CD45B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D45B1">
        <w:rPr>
          <w:rFonts w:ascii="Corbel" w:hAnsi="Corbel"/>
          <w:b/>
          <w:sz w:val="24"/>
          <w:szCs w:val="24"/>
        </w:rPr>
        <w:t xml:space="preserve">3.2 </w:t>
      </w:r>
      <w:r w:rsidR="001D7B54" w:rsidRPr="00CD45B1">
        <w:rPr>
          <w:rFonts w:ascii="Corbel" w:hAnsi="Corbel"/>
          <w:b/>
          <w:sz w:val="24"/>
          <w:szCs w:val="24"/>
        </w:rPr>
        <w:t xml:space="preserve">Efekty </w:t>
      </w:r>
      <w:r w:rsidR="00C05F44" w:rsidRPr="00CD45B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D45B1">
        <w:rPr>
          <w:rFonts w:ascii="Corbel" w:hAnsi="Corbel"/>
          <w:b/>
          <w:sz w:val="24"/>
          <w:szCs w:val="24"/>
        </w:rPr>
        <w:t>dla przedmiotu</w:t>
      </w:r>
      <w:r w:rsidR="00445970" w:rsidRPr="00CD45B1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CD45B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CD45B1" w14:paraId="1B36E428" w14:textId="77777777" w:rsidTr="004C3BD6">
        <w:tc>
          <w:tcPr>
            <w:tcW w:w="1680" w:type="dxa"/>
            <w:vAlign w:val="center"/>
          </w:tcPr>
          <w:p w14:paraId="75232DE9" w14:textId="77777777" w:rsidR="0085747A" w:rsidRPr="00CD45B1" w:rsidRDefault="0085747A" w:rsidP="00CD45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D45B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D45B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824EC1E" w14:textId="77777777" w:rsidR="0085747A" w:rsidRPr="00CD45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FF9A258" w14:textId="77777777" w:rsidR="00F875A5" w:rsidRPr="00CD45B1" w:rsidRDefault="00F875A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1A52E7E" w14:textId="50017202" w:rsidR="00F875A5" w:rsidRPr="00CD45B1" w:rsidRDefault="00F875A5" w:rsidP="00F875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18F57284" w14:textId="018FD9C3" w:rsidR="0085747A" w:rsidRPr="00CD45B1" w:rsidRDefault="0085747A" w:rsidP="00CD45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="00695CEB" w:rsidRPr="00CD45B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>ierunkowych</w:t>
            </w:r>
          </w:p>
        </w:tc>
      </w:tr>
      <w:tr w:rsidR="0085747A" w:rsidRPr="00CD45B1" w14:paraId="3286923B" w14:textId="77777777" w:rsidTr="004C3BD6">
        <w:tc>
          <w:tcPr>
            <w:tcW w:w="1680" w:type="dxa"/>
          </w:tcPr>
          <w:p w14:paraId="23DBA0D5" w14:textId="77777777" w:rsidR="0085747A" w:rsidRPr="00CD45B1" w:rsidRDefault="0085747A" w:rsidP="00CD45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BB5DE1A" w14:textId="6848FE95" w:rsidR="00CD45B1" w:rsidRPr="00223B28" w:rsidRDefault="00CD45B1" w:rsidP="00F875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 w:cs="Calibri"/>
                <w:b w:val="0"/>
                <w:smallCaps w:val="0"/>
                <w:szCs w:val="24"/>
              </w:rPr>
              <w:t>potrafi biegle posługiwać się językiem w sytuacjach społecznych zgodnie z wymaganiami określonymi dla poziomu B2+ Europejskiego Systemu Opisu Kształcenia Językoweg</w:t>
            </w:r>
            <w:r w:rsidR="00223B28">
              <w:rPr>
                <w:rFonts w:ascii="Corbel" w:hAnsi="Corbel" w:cs="Calibri"/>
                <w:b w:val="0"/>
                <w:smallCaps w:val="0"/>
                <w:szCs w:val="24"/>
              </w:rPr>
              <w:t xml:space="preserve">o; potrafi biegle posługiwać się </w:t>
            </w:r>
            <w:r w:rsidR="00A171D6"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specjalistyczną terminologią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języku angielskim </w:t>
            </w:r>
            <w:r w:rsidR="00A171D6" w:rsidRPr="00CD45B1">
              <w:rPr>
                <w:rFonts w:ascii="Corbel" w:hAnsi="Corbel"/>
                <w:b w:val="0"/>
                <w:smallCaps w:val="0"/>
                <w:szCs w:val="24"/>
              </w:rPr>
              <w:t>w obszarze psychologii</w:t>
            </w:r>
          </w:p>
        </w:tc>
        <w:tc>
          <w:tcPr>
            <w:tcW w:w="1865" w:type="dxa"/>
          </w:tcPr>
          <w:p w14:paraId="4B16534D" w14:textId="684D7B3F" w:rsidR="0085747A" w:rsidRPr="00CD45B1" w:rsidRDefault="00121A87" w:rsidP="00CD45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171D6" w:rsidRPr="00CD45B1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 w:rsidR="00223B28">
              <w:rPr>
                <w:rFonts w:ascii="Corbel" w:hAnsi="Corbel"/>
                <w:b w:val="0"/>
                <w:smallCaps w:val="0"/>
                <w:szCs w:val="24"/>
              </w:rPr>
              <w:t>27</w:t>
            </w:r>
          </w:p>
        </w:tc>
      </w:tr>
      <w:tr w:rsidR="00A171D6" w:rsidRPr="00CD45B1" w14:paraId="13397804" w14:textId="77777777" w:rsidTr="004C3BD6">
        <w:tc>
          <w:tcPr>
            <w:tcW w:w="1680" w:type="dxa"/>
          </w:tcPr>
          <w:p w14:paraId="3667874B" w14:textId="57487AE7" w:rsidR="00A171D6" w:rsidRPr="00CD45B1" w:rsidRDefault="00A171D6" w:rsidP="00CD45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CBE2A67" w14:textId="64158B56" w:rsidR="00A171D6" w:rsidRPr="00CD45B1" w:rsidRDefault="00DF0173" w:rsidP="00F875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A171D6" w:rsidRPr="00CD45B1">
              <w:rPr>
                <w:rFonts w:ascii="Corbel" w:hAnsi="Corbel"/>
                <w:b w:val="0"/>
                <w:smallCaps w:val="0"/>
                <w:szCs w:val="24"/>
              </w:rPr>
              <w:t>mie zinterpretować tekst specjalistyczny z zakresu tematyki psychologicznej, zastosować specjalistyczne słownictwo w odpowiednim zakresie, wypowiedzieć się w formie werbalnej i pisemnej na wybrane tematy oraz przygotować wystąpienie z dziedziny psychologii w różnorodnych obszarach posługując się poprawnie terminologią psychologiczną w języku angielskim</w:t>
            </w:r>
          </w:p>
        </w:tc>
        <w:tc>
          <w:tcPr>
            <w:tcW w:w="1865" w:type="dxa"/>
          </w:tcPr>
          <w:p w14:paraId="666D894F" w14:textId="0338241E" w:rsidR="00A171D6" w:rsidRPr="00CD45B1" w:rsidRDefault="00A171D6" w:rsidP="00CD45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K_U2</w:t>
            </w:r>
            <w:r w:rsidR="00223B2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CD45B1" w14:paraId="54389C0A" w14:textId="77777777" w:rsidTr="004C3BD6">
        <w:tc>
          <w:tcPr>
            <w:tcW w:w="1680" w:type="dxa"/>
          </w:tcPr>
          <w:p w14:paraId="6FA4B26E" w14:textId="78AB1795" w:rsidR="0085747A" w:rsidRPr="00CD45B1" w:rsidRDefault="00C42026" w:rsidP="00CD45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0D06114D" w14:textId="55D3B9D3" w:rsidR="00B17AFA" w:rsidRPr="00CD45B1" w:rsidRDefault="00223B28" w:rsidP="00F875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B17AFA"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 krytycznej oceny posiadanej wiedzy </w:t>
            </w:r>
          </w:p>
          <w:p w14:paraId="1C5E0D5D" w14:textId="4D4D536E" w:rsidR="00223B28" w:rsidRPr="00CD45B1" w:rsidRDefault="00B17AFA" w:rsidP="00B92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i umiejętności oraz motywacji do samokształcenia i samorozwoju w zakresie języka angielskiego z terminologią </w:t>
            </w:r>
            <w:r w:rsidR="00DF0173" w:rsidRPr="00CD45B1">
              <w:rPr>
                <w:rFonts w:ascii="Corbel" w:hAnsi="Corbel"/>
                <w:b w:val="0"/>
                <w:smallCaps w:val="0"/>
                <w:szCs w:val="24"/>
              </w:rPr>
              <w:t>psychologiczną</w:t>
            </w:r>
          </w:p>
        </w:tc>
        <w:tc>
          <w:tcPr>
            <w:tcW w:w="1865" w:type="dxa"/>
          </w:tcPr>
          <w:p w14:paraId="5F3375BC" w14:textId="198C9275" w:rsidR="0085747A" w:rsidRPr="00CD45B1" w:rsidRDefault="00A81E05" w:rsidP="00CD45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171D6" w:rsidRPr="00CD45B1">
              <w:rPr>
                <w:rFonts w:ascii="Corbel" w:hAnsi="Corbel"/>
                <w:b w:val="0"/>
                <w:smallCaps w:val="0"/>
                <w:szCs w:val="24"/>
              </w:rPr>
              <w:t>_K13</w:t>
            </w:r>
          </w:p>
        </w:tc>
      </w:tr>
    </w:tbl>
    <w:p w14:paraId="7D2BAF4D" w14:textId="77777777" w:rsidR="0085747A" w:rsidRPr="00CD45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54AD38" w14:textId="77777777" w:rsidR="0099450E" w:rsidRPr="00CD45B1" w:rsidRDefault="0099450E" w:rsidP="00DF0173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0FF115C3" w14:textId="0565C99D" w:rsidR="0085747A" w:rsidRPr="00CD45B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D45B1">
        <w:rPr>
          <w:rFonts w:ascii="Corbel" w:hAnsi="Corbel"/>
          <w:b/>
          <w:sz w:val="24"/>
          <w:szCs w:val="24"/>
        </w:rPr>
        <w:t>3.3</w:t>
      </w:r>
      <w:r w:rsidR="001D7B54" w:rsidRPr="00CD45B1">
        <w:rPr>
          <w:rFonts w:ascii="Corbel" w:hAnsi="Corbel"/>
          <w:b/>
          <w:sz w:val="24"/>
          <w:szCs w:val="24"/>
        </w:rPr>
        <w:t xml:space="preserve"> </w:t>
      </w:r>
      <w:r w:rsidR="0085747A" w:rsidRPr="00CD45B1">
        <w:rPr>
          <w:rFonts w:ascii="Corbel" w:hAnsi="Corbel"/>
          <w:b/>
          <w:sz w:val="24"/>
          <w:szCs w:val="24"/>
        </w:rPr>
        <w:t>T</w:t>
      </w:r>
      <w:r w:rsidR="001D7B54" w:rsidRPr="00CD45B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D45B1">
        <w:rPr>
          <w:rFonts w:ascii="Corbel" w:hAnsi="Corbel"/>
          <w:sz w:val="24"/>
          <w:szCs w:val="24"/>
        </w:rPr>
        <w:t xml:space="preserve">  </w:t>
      </w:r>
    </w:p>
    <w:p w14:paraId="23923568" w14:textId="499BFEF6" w:rsidR="009D22D0" w:rsidRPr="00CD45B1" w:rsidRDefault="0085747A" w:rsidP="00C106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D45B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D45B1" w14:paraId="0AD6F1E9" w14:textId="77777777" w:rsidTr="00720AF9">
        <w:tc>
          <w:tcPr>
            <w:tcW w:w="9520" w:type="dxa"/>
          </w:tcPr>
          <w:p w14:paraId="6641F167" w14:textId="77777777" w:rsidR="0085747A" w:rsidRPr="00CD45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CD45B1" w14:paraId="0D6E225A" w14:textId="77777777" w:rsidTr="00720AF9">
        <w:tc>
          <w:tcPr>
            <w:tcW w:w="9520" w:type="dxa"/>
          </w:tcPr>
          <w:p w14:paraId="730B23ED" w14:textId="77777777" w:rsidR="0085747A" w:rsidRPr="00CD45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CD45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8D5ECA" w14:textId="38812CDF" w:rsidR="0085747A" w:rsidRPr="00CD45B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45B1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D45B1" w14:paraId="4393A657" w14:textId="77777777" w:rsidTr="00B80F4C">
        <w:tc>
          <w:tcPr>
            <w:tcW w:w="9520" w:type="dxa"/>
          </w:tcPr>
          <w:p w14:paraId="387A36C3" w14:textId="77777777" w:rsidR="0085747A" w:rsidRPr="00CD45B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E4D" w:rsidRPr="00CD45B1" w14:paraId="3417A695" w14:textId="77777777" w:rsidTr="00B80F4C">
        <w:tc>
          <w:tcPr>
            <w:tcW w:w="9520" w:type="dxa"/>
          </w:tcPr>
          <w:p w14:paraId="126126BC" w14:textId="2B95489C" w:rsidR="009D22D0" w:rsidRPr="00CD45B1" w:rsidRDefault="00C72E4D" w:rsidP="009D22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Studia na uniwersytecie. Życie studenckie. St</w:t>
            </w:r>
            <w:r w:rsidR="009D22D0" w:rsidRPr="00CD45B1">
              <w:rPr>
                <w:rFonts w:ascii="Corbel" w:hAnsi="Corbel"/>
                <w:sz w:val="24"/>
                <w:szCs w:val="24"/>
              </w:rPr>
              <w:t xml:space="preserve">ruktura organizacyjna uczelni. </w:t>
            </w:r>
            <w:r w:rsidRPr="00CD45B1">
              <w:rPr>
                <w:rFonts w:ascii="Corbel" w:hAnsi="Corbel"/>
                <w:sz w:val="24"/>
                <w:szCs w:val="24"/>
              </w:rPr>
              <w:t>Relacjonowanie z elementami dyskusji; typowe zwroty</w:t>
            </w:r>
            <w:r w:rsidR="009D22D0" w:rsidRPr="00CD45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D45B1">
              <w:rPr>
                <w:rFonts w:ascii="Corbel" w:hAnsi="Corbel"/>
                <w:sz w:val="24"/>
                <w:szCs w:val="24"/>
              </w:rPr>
              <w:t>i wyrażenia</w:t>
            </w:r>
            <w:r w:rsidR="007C253B" w:rsidRPr="00CD45B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CD45B1" w14:paraId="620975D4" w14:textId="77777777" w:rsidTr="00B80F4C">
        <w:tc>
          <w:tcPr>
            <w:tcW w:w="9520" w:type="dxa"/>
          </w:tcPr>
          <w:p w14:paraId="0A5E6305" w14:textId="43A68BFB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Moje miasto, miejsce zamieszkania.  Zainteresowania, czas wolny, relacje w grupie. Sporządzanie notatek, przygotowanie dłuższej wypowiedzi pisemnej</w:t>
            </w:r>
            <w:r w:rsidR="007C253B" w:rsidRPr="00CD45B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CD45B1" w14:paraId="5E0313EC" w14:textId="77777777" w:rsidTr="00B80F4C">
        <w:tc>
          <w:tcPr>
            <w:tcW w:w="9520" w:type="dxa"/>
          </w:tcPr>
          <w:p w14:paraId="1FFA3D01" w14:textId="6754F798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Udział studentów w życiu społecznym. Praca z tekstem oryginalnym; translacja, streszczenie</w:t>
            </w:r>
            <w:r w:rsidR="007C253B" w:rsidRPr="00CD45B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CD45B1" w14:paraId="7BA81422" w14:textId="77777777" w:rsidTr="00B80F4C">
        <w:tc>
          <w:tcPr>
            <w:tcW w:w="9520" w:type="dxa"/>
          </w:tcPr>
          <w:p w14:paraId="74264814" w14:textId="34CDBBB0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Zdrowie i zdrowy styl życia. Argumentacja podczas dyskusji; argumentacja w wypowiedzi pisemnej</w:t>
            </w:r>
            <w:r w:rsidR="009D22D0" w:rsidRPr="00CD45B1">
              <w:rPr>
                <w:rFonts w:ascii="Corbel" w:hAnsi="Corbel"/>
                <w:sz w:val="24"/>
                <w:szCs w:val="24"/>
              </w:rPr>
              <w:t xml:space="preserve"> </w:t>
            </w:r>
            <w:r w:rsidR="00C42026" w:rsidRPr="00CD45B1">
              <w:rPr>
                <w:rFonts w:ascii="Corbel" w:hAnsi="Corbel"/>
                <w:sz w:val="24"/>
                <w:szCs w:val="24"/>
              </w:rPr>
              <w:t>–</w:t>
            </w:r>
            <w:r w:rsidRPr="00CD45B1">
              <w:rPr>
                <w:rFonts w:ascii="Corbel" w:hAnsi="Corbel"/>
                <w:sz w:val="24"/>
                <w:szCs w:val="24"/>
              </w:rPr>
              <w:t xml:space="preserve"> indywidualne projekty studentów</w:t>
            </w:r>
            <w:r w:rsidR="007C253B" w:rsidRPr="00CD45B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CD45B1" w14:paraId="62943677" w14:textId="77777777" w:rsidTr="00B80F4C">
        <w:tc>
          <w:tcPr>
            <w:tcW w:w="9520" w:type="dxa"/>
          </w:tcPr>
          <w:p w14:paraId="39934A3F" w14:textId="6808D5A6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Media jako czynn</w:t>
            </w:r>
            <w:r w:rsidR="00C52FA1" w:rsidRPr="00CD45B1">
              <w:rPr>
                <w:rFonts w:ascii="Corbel" w:hAnsi="Corbel"/>
                <w:sz w:val="24"/>
                <w:szCs w:val="24"/>
              </w:rPr>
              <w:t>ik kształtujący opinię publiczną</w:t>
            </w:r>
            <w:r w:rsidRPr="00CD45B1">
              <w:rPr>
                <w:rFonts w:ascii="Corbel" w:hAnsi="Corbel"/>
                <w:sz w:val="24"/>
                <w:szCs w:val="24"/>
              </w:rPr>
              <w:t xml:space="preserve">. Praca </w:t>
            </w:r>
            <w:r w:rsidR="003D39AA" w:rsidRPr="00CD45B1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CD45B1">
              <w:rPr>
                <w:rFonts w:ascii="Corbel" w:hAnsi="Corbel"/>
                <w:sz w:val="24"/>
                <w:szCs w:val="24"/>
              </w:rPr>
              <w:t>tekstem oryginalnym; przygotowanie do prezentacji multimedialnej (przykłady poprawnego wykonania prezentacji ze strony e-dydaktyka)</w:t>
            </w:r>
            <w:r w:rsidR="007C253B" w:rsidRPr="00CD45B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CD45B1" w14:paraId="481225AB" w14:textId="77777777" w:rsidTr="00B80F4C">
        <w:tc>
          <w:tcPr>
            <w:tcW w:w="9520" w:type="dxa"/>
          </w:tcPr>
          <w:p w14:paraId="21B8C2B4" w14:textId="0CFE9F09" w:rsidR="007C253B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Wydarzenia polityczne, gospodarcze i społeczne na świecie w odniesieniu do życia młodych ludzi. Teksty oryginalne i możliwości translacyjne –</w:t>
            </w:r>
            <w:r w:rsidR="00C52FA1" w:rsidRPr="00CD45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D45B1">
              <w:rPr>
                <w:rFonts w:ascii="Corbel" w:hAnsi="Corbel"/>
                <w:sz w:val="24"/>
                <w:szCs w:val="24"/>
              </w:rPr>
              <w:t>tradycyjne i z wykorzystaniem translatorów elektronicznych</w:t>
            </w:r>
            <w:r w:rsidR="00C52FA1" w:rsidRPr="00CD45B1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CD45B1">
              <w:rPr>
                <w:rFonts w:ascii="Corbel" w:hAnsi="Corbel"/>
                <w:sz w:val="24"/>
                <w:szCs w:val="24"/>
              </w:rPr>
              <w:t xml:space="preserve"> wady i zalety)</w:t>
            </w:r>
            <w:r w:rsidR="007C253B" w:rsidRPr="00CD45B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CD45B1" w14:paraId="291A6AC5" w14:textId="77777777" w:rsidTr="00B80F4C">
        <w:tc>
          <w:tcPr>
            <w:tcW w:w="9520" w:type="dxa"/>
          </w:tcPr>
          <w:p w14:paraId="440258EE" w14:textId="0A9F3E59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 xml:space="preserve">Problemy współczesnych społeczeństw. Projekt indywidualny studentów na wybrany temat (np. </w:t>
            </w:r>
            <w:r w:rsidRPr="00CD45B1">
              <w:rPr>
                <w:rFonts w:ascii="Corbel" w:hAnsi="Corbel"/>
                <w:i/>
                <w:sz w:val="24"/>
                <w:szCs w:val="24"/>
              </w:rPr>
              <w:t>Uzależnienia, Problemy współczesnej rodziny, Ochrona środowiska naturalnego)</w:t>
            </w:r>
            <w:r w:rsidR="007C253B" w:rsidRPr="00CD45B1">
              <w:rPr>
                <w:rFonts w:ascii="Corbel" w:hAnsi="Corbel"/>
                <w:i/>
                <w:sz w:val="24"/>
                <w:szCs w:val="24"/>
              </w:rPr>
              <w:t>.</w:t>
            </w:r>
          </w:p>
        </w:tc>
      </w:tr>
      <w:tr w:rsidR="00C72E4D" w:rsidRPr="00CD45B1" w14:paraId="23FE186C" w14:textId="77777777" w:rsidTr="00B80F4C">
        <w:tc>
          <w:tcPr>
            <w:tcW w:w="9520" w:type="dxa"/>
          </w:tcPr>
          <w:p w14:paraId="1123C30A" w14:textId="2627069C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Podróże jako forma spędzania czasu wolnego. Rola nauki języków obcych</w:t>
            </w:r>
            <w:r w:rsidR="00C52FA1" w:rsidRPr="00CD45B1">
              <w:rPr>
                <w:rFonts w:ascii="Corbel" w:hAnsi="Corbel"/>
                <w:sz w:val="24"/>
                <w:szCs w:val="24"/>
              </w:rPr>
              <w:t xml:space="preserve"> </w:t>
            </w:r>
            <w:r w:rsidR="00C42026" w:rsidRPr="00CD45B1">
              <w:rPr>
                <w:rFonts w:ascii="Corbel" w:hAnsi="Corbel"/>
                <w:sz w:val="24"/>
                <w:szCs w:val="24"/>
              </w:rPr>
              <w:t>–</w:t>
            </w:r>
            <w:r w:rsidRPr="00CD45B1">
              <w:rPr>
                <w:rFonts w:ascii="Corbel" w:hAnsi="Corbel"/>
                <w:sz w:val="24"/>
                <w:szCs w:val="24"/>
              </w:rPr>
              <w:t xml:space="preserve"> dyskusja na forum grupy (typowe zwroty i wyrażenia)</w:t>
            </w:r>
            <w:r w:rsidR="007C253B" w:rsidRPr="00CD45B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CD45B1" w14:paraId="1D0D24E1" w14:textId="77777777" w:rsidTr="00B80F4C">
        <w:tc>
          <w:tcPr>
            <w:tcW w:w="9520" w:type="dxa"/>
          </w:tcPr>
          <w:p w14:paraId="032E29FB" w14:textId="72DEF37C" w:rsidR="00C72E4D" w:rsidRPr="00CD45B1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P</w:t>
            </w:r>
            <w:r w:rsidR="00F66EDF" w:rsidRPr="00CD45B1">
              <w:rPr>
                <w:rFonts w:ascii="Corbel" w:hAnsi="Corbel"/>
                <w:sz w:val="24"/>
                <w:szCs w:val="24"/>
              </w:rPr>
              <w:t>sychologia</w:t>
            </w:r>
            <w:r w:rsidR="00732CA8" w:rsidRPr="00CD45B1">
              <w:rPr>
                <w:rFonts w:ascii="Corbel" w:hAnsi="Corbel"/>
                <w:sz w:val="24"/>
                <w:szCs w:val="24"/>
              </w:rPr>
              <w:t xml:space="preserve"> jako </w:t>
            </w:r>
            <w:r w:rsidRPr="00CD45B1">
              <w:rPr>
                <w:rFonts w:ascii="Corbel" w:hAnsi="Corbel"/>
                <w:sz w:val="24"/>
                <w:szCs w:val="24"/>
              </w:rPr>
              <w:t xml:space="preserve">nauka zajmująca się </w:t>
            </w:r>
            <w:r w:rsidR="00C52FA1" w:rsidRPr="00CD45B1">
              <w:rPr>
                <w:rFonts w:ascii="Corbel" w:hAnsi="Corbel"/>
                <w:sz w:val="24"/>
                <w:szCs w:val="24"/>
              </w:rPr>
              <w:t xml:space="preserve">pomaganiem, </w:t>
            </w:r>
            <w:r w:rsidRPr="00CD45B1">
              <w:rPr>
                <w:rFonts w:ascii="Corbel" w:hAnsi="Corbel"/>
                <w:sz w:val="24"/>
                <w:szCs w:val="24"/>
              </w:rPr>
              <w:t>wychowaniem i kszta</w:t>
            </w:r>
            <w:r w:rsidR="00C52FA1" w:rsidRPr="00CD45B1">
              <w:rPr>
                <w:rFonts w:ascii="Corbel" w:hAnsi="Corbel"/>
                <w:sz w:val="24"/>
                <w:szCs w:val="24"/>
              </w:rPr>
              <w:t xml:space="preserve">łceniem oraz teoria wychowania. </w:t>
            </w:r>
            <w:r w:rsidRPr="00CD45B1">
              <w:rPr>
                <w:rFonts w:ascii="Corbel" w:hAnsi="Corbel"/>
                <w:sz w:val="24"/>
                <w:szCs w:val="24"/>
              </w:rPr>
              <w:t>Typowe zwroty stosowane w definiowaniu. Naukowe źródła bibliograficzne obcojęzyczne, sporządzanie przypisów (zastosowanie w pisaniu referatów i prac dyplomowych)</w:t>
            </w:r>
            <w:r w:rsidR="007C253B" w:rsidRPr="00CD45B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CD45B1" w14:paraId="0985D7DE" w14:textId="77777777" w:rsidTr="00B80F4C">
        <w:tc>
          <w:tcPr>
            <w:tcW w:w="9520" w:type="dxa"/>
          </w:tcPr>
          <w:p w14:paraId="05402987" w14:textId="3BAE85C1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 xml:space="preserve">Wybrane problemy społeczne. </w:t>
            </w:r>
            <w:r w:rsidR="00C52FA1" w:rsidRPr="00CD45B1">
              <w:rPr>
                <w:rFonts w:ascii="Corbel" w:hAnsi="Corbel"/>
                <w:sz w:val="24"/>
                <w:szCs w:val="24"/>
              </w:rPr>
              <w:t>Problemy współczesnej psychologii</w:t>
            </w:r>
            <w:r w:rsidRPr="00CD45B1">
              <w:rPr>
                <w:rFonts w:ascii="Corbel" w:hAnsi="Corbel"/>
                <w:sz w:val="24"/>
                <w:szCs w:val="24"/>
              </w:rPr>
              <w:t>. Przygotowanie dłuższej wypowiedzi pisemnej; projekt indywidualny studentów</w:t>
            </w:r>
            <w:r w:rsidR="007C253B" w:rsidRPr="00CD45B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CD45B1" w14:paraId="00529AC8" w14:textId="77777777" w:rsidTr="00B80F4C">
        <w:tc>
          <w:tcPr>
            <w:tcW w:w="9520" w:type="dxa"/>
          </w:tcPr>
          <w:p w14:paraId="3E4BE30F" w14:textId="10E3F5B8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 xml:space="preserve">Studia z zakresu </w:t>
            </w:r>
            <w:r w:rsidR="00F66EDF" w:rsidRPr="00CD45B1">
              <w:rPr>
                <w:rFonts w:ascii="Corbel" w:hAnsi="Corbel"/>
                <w:sz w:val="24"/>
                <w:szCs w:val="24"/>
              </w:rPr>
              <w:t>psychologii</w:t>
            </w:r>
            <w:r w:rsidR="00C52FA1" w:rsidRPr="00CD45B1">
              <w:rPr>
                <w:rFonts w:ascii="Corbel" w:hAnsi="Corbel"/>
                <w:sz w:val="24"/>
                <w:szCs w:val="24"/>
              </w:rPr>
              <w:t xml:space="preserve"> </w:t>
            </w:r>
            <w:r w:rsidR="00C42026" w:rsidRPr="00CD45B1">
              <w:rPr>
                <w:rFonts w:ascii="Corbel" w:hAnsi="Corbel"/>
                <w:sz w:val="24"/>
                <w:szCs w:val="24"/>
              </w:rPr>
              <w:t>–</w:t>
            </w:r>
            <w:r w:rsidRPr="00CD45B1">
              <w:rPr>
                <w:rFonts w:ascii="Corbel" w:hAnsi="Corbel"/>
                <w:sz w:val="24"/>
                <w:szCs w:val="24"/>
              </w:rPr>
              <w:t xml:space="preserve"> możliwości zatrudnienia absolwenta w zależności od studiowanych specjalności. Dyskusja na forum grupy</w:t>
            </w:r>
            <w:r w:rsidR="007C253B" w:rsidRPr="00CD45B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CD45B1" w14:paraId="0B3DC7E6" w14:textId="77777777" w:rsidTr="00B80F4C">
        <w:tc>
          <w:tcPr>
            <w:tcW w:w="9520" w:type="dxa"/>
          </w:tcPr>
          <w:p w14:paraId="344D10E8" w14:textId="355D170D" w:rsidR="00C72E4D" w:rsidRPr="00CD45B1" w:rsidRDefault="00C52FA1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Teorie psychologiczne</w:t>
            </w:r>
            <w:r w:rsidR="00C72E4D" w:rsidRPr="00CD45B1">
              <w:rPr>
                <w:rFonts w:ascii="Corbel" w:hAnsi="Corbel"/>
                <w:sz w:val="24"/>
                <w:szCs w:val="24"/>
              </w:rPr>
              <w:t>, przykłady:</w:t>
            </w:r>
          </w:p>
          <w:p w14:paraId="0B8E6462" w14:textId="1D09D259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-</w:t>
            </w:r>
            <w:r w:rsidR="00C52FA1" w:rsidRPr="00CD45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D45B1">
              <w:rPr>
                <w:rFonts w:ascii="Corbel" w:hAnsi="Corbel"/>
                <w:sz w:val="24"/>
                <w:szCs w:val="24"/>
              </w:rPr>
              <w:t xml:space="preserve">etapy rozwoju człowieka,  </w:t>
            </w:r>
          </w:p>
          <w:p w14:paraId="70ADBDBE" w14:textId="50AC13C0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-</w:t>
            </w:r>
            <w:r w:rsidR="00C52FA1" w:rsidRPr="00CD45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D45B1">
              <w:rPr>
                <w:rFonts w:ascii="Corbel" w:hAnsi="Corbel"/>
                <w:sz w:val="24"/>
                <w:szCs w:val="24"/>
              </w:rPr>
              <w:t xml:space="preserve">potrzeby człowieka na różnych etapach życia, </w:t>
            </w:r>
          </w:p>
          <w:p w14:paraId="72E661AB" w14:textId="747E9ECA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-</w:t>
            </w:r>
            <w:r w:rsidR="00C52FA1" w:rsidRPr="00CD45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D45B1">
              <w:rPr>
                <w:rFonts w:ascii="Corbel" w:hAnsi="Corbel"/>
                <w:sz w:val="24"/>
                <w:szCs w:val="24"/>
              </w:rPr>
              <w:t>metody wychowawcze. Praca z tekstem oryginalnym</w:t>
            </w:r>
          </w:p>
        </w:tc>
      </w:tr>
      <w:tr w:rsidR="00C72E4D" w:rsidRPr="00CD45B1" w14:paraId="71B9361E" w14:textId="77777777" w:rsidTr="00B80F4C">
        <w:tc>
          <w:tcPr>
            <w:tcW w:w="9520" w:type="dxa"/>
          </w:tcPr>
          <w:p w14:paraId="60C9DFEB" w14:textId="6E9C3D09" w:rsidR="00C72E4D" w:rsidRPr="00CD45B1" w:rsidRDefault="00C52FA1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Teorie psychologiczne –</w:t>
            </w:r>
            <w:r w:rsidR="00C72E4D" w:rsidRPr="00CD45B1">
              <w:rPr>
                <w:rFonts w:ascii="Corbel" w:hAnsi="Corbel"/>
                <w:sz w:val="24"/>
                <w:szCs w:val="24"/>
              </w:rPr>
              <w:t xml:space="preserve"> przykłady:</w:t>
            </w:r>
          </w:p>
          <w:p w14:paraId="3BA030E9" w14:textId="77777777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- profile psychologiczne – mężczyźni i kobiety,</w:t>
            </w:r>
          </w:p>
          <w:p w14:paraId="63132D2E" w14:textId="73027D63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 xml:space="preserve">- różnice </w:t>
            </w:r>
            <w:r w:rsidR="00C52FA1" w:rsidRPr="00CD45B1">
              <w:rPr>
                <w:rFonts w:ascii="Corbel" w:hAnsi="Corbel"/>
                <w:sz w:val="24"/>
                <w:szCs w:val="24"/>
              </w:rPr>
              <w:t xml:space="preserve">indywidualne człowieka: </w:t>
            </w:r>
            <w:r w:rsidRPr="00CD45B1">
              <w:rPr>
                <w:rFonts w:ascii="Corbel" w:hAnsi="Corbel"/>
                <w:sz w:val="24"/>
                <w:szCs w:val="24"/>
              </w:rPr>
              <w:t>fizyczne, psychiczne, cechy charakteru</w:t>
            </w:r>
            <w:r w:rsidR="00DC74DF" w:rsidRPr="00CD45B1">
              <w:rPr>
                <w:rFonts w:ascii="Corbel" w:hAnsi="Corbel"/>
                <w:sz w:val="24"/>
                <w:szCs w:val="24"/>
              </w:rPr>
              <w:t>. D</w:t>
            </w:r>
            <w:r w:rsidRPr="00CD45B1">
              <w:rPr>
                <w:rFonts w:ascii="Corbel" w:hAnsi="Corbel"/>
                <w:sz w:val="24"/>
                <w:szCs w:val="24"/>
              </w:rPr>
              <w:t>efiniowanie i opisy.</w:t>
            </w:r>
          </w:p>
        </w:tc>
      </w:tr>
      <w:tr w:rsidR="00C72E4D" w:rsidRPr="00CD45B1" w14:paraId="700D6BD2" w14:textId="77777777" w:rsidTr="00B80F4C">
        <w:tc>
          <w:tcPr>
            <w:tcW w:w="9520" w:type="dxa"/>
          </w:tcPr>
          <w:p w14:paraId="59F6E71F" w14:textId="727AAB75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 xml:space="preserve">Role społeczne realizowane przez kobietę i mężczyznę. Stereotypy i rzeczywistość. Przykłady opracowań naukowych. Praca </w:t>
            </w:r>
            <w:r w:rsidR="00F60C9E" w:rsidRPr="00CD45B1">
              <w:rPr>
                <w:rFonts w:ascii="Corbel" w:hAnsi="Corbel"/>
                <w:sz w:val="24"/>
                <w:szCs w:val="24"/>
              </w:rPr>
              <w:t>z</w:t>
            </w:r>
            <w:r w:rsidRPr="00CD45B1">
              <w:rPr>
                <w:rFonts w:ascii="Corbel" w:hAnsi="Corbel"/>
                <w:sz w:val="24"/>
                <w:szCs w:val="24"/>
              </w:rPr>
              <w:t xml:space="preserve"> tekstem oryginalnym. Elementy dyskusji. </w:t>
            </w:r>
          </w:p>
        </w:tc>
      </w:tr>
      <w:tr w:rsidR="00C72E4D" w:rsidRPr="00CD45B1" w14:paraId="30F7952F" w14:textId="77777777" w:rsidTr="00B80F4C">
        <w:tc>
          <w:tcPr>
            <w:tcW w:w="9520" w:type="dxa"/>
          </w:tcPr>
          <w:p w14:paraId="15AD35D9" w14:textId="67109C51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 xml:space="preserve">Systemy edukacyjne (porównanie wybranych systemów edukacyjnych w różnych krajach </w:t>
            </w:r>
            <w:r w:rsidR="00E1417B" w:rsidRPr="00CD45B1">
              <w:rPr>
                <w:rFonts w:ascii="Corbel" w:hAnsi="Corbel"/>
                <w:sz w:val="24"/>
                <w:szCs w:val="24"/>
              </w:rPr>
              <w:br/>
            </w:r>
            <w:r w:rsidRPr="00CD45B1">
              <w:rPr>
                <w:rFonts w:ascii="Corbel" w:hAnsi="Corbel"/>
                <w:sz w:val="24"/>
                <w:szCs w:val="24"/>
              </w:rPr>
              <w:t>i w różnych okresach historycznych na przykładach)</w:t>
            </w:r>
            <w:r w:rsidR="007C253B" w:rsidRPr="00CD45B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CD45B1" w14:paraId="78A0B2A4" w14:textId="77777777" w:rsidTr="00B80F4C">
        <w:tc>
          <w:tcPr>
            <w:tcW w:w="9520" w:type="dxa"/>
          </w:tcPr>
          <w:p w14:paraId="4B6B90D9" w14:textId="0349B02A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 xml:space="preserve">Teoria wychowania: Trudności szkolne dzieci i młodzieży i sposoby ich rozwiązywania. Praca </w:t>
            </w:r>
            <w:r w:rsidR="00856AFA" w:rsidRPr="00CD45B1">
              <w:rPr>
                <w:rFonts w:ascii="Corbel" w:hAnsi="Corbel"/>
                <w:sz w:val="24"/>
                <w:szCs w:val="24"/>
              </w:rPr>
              <w:br/>
              <w:t>z</w:t>
            </w:r>
            <w:r w:rsidRPr="00CD45B1">
              <w:rPr>
                <w:rFonts w:ascii="Corbel" w:hAnsi="Corbel"/>
                <w:sz w:val="24"/>
                <w:szCs w:val="24"/>
              </w:rPr>
              <w:t xml:space="preserve"> tekstem oryginalnym z elementami dyskusji.</w:t>
            </w:r>
          </w:p>
        </w:tc>
      </w:tr>
      <w:tr w:rsidR="00C72E4D" w:rsidRPr="00CD45B1" w14:paraId="705A7F93" w14:textId="77777777" w:rsidTr="00B80F4C">
        <w:tc>
          <w:tcPr>
            <w:tcW w:w="9520" w:type="dxa"/>
          </w:tcPr>
          <w:p w14:paraId="2FDA9A34" w14:textId="3CF7DB7A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Rola nauczyciela w wychowaniu i edukacji młodego człowieka. Dyskusja, argumentowanie- typowe zwroty</w:t>
            </w:r>
            <w:r w:rsidR="007C253B" w:rsidRPr="00CD45B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CD45B1" w14:paraId="118DCC80" w14:textId="77777777" w:rsidTr="00B80F4C">
        <w:tc>
          <w:tcPr>
            <w:tcW w:w="9520" w:type="dxa"/>
          </w:tcPr>
          <w:p w14:paraId="5ACD5048" w14:textId="501A0282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 xml:space="preserve">Funkcjonowanie jednostki i rodziny. Przepisy prawa regulujące wybrane zachowania człowieka (na przykładzie prawa </w:t>
            </w:r>
            <w:r w:rsidR="009D22D0" w:rsidRPr="00CD45B1">
              <w:rPr>
                <w:rFonts w:ascii="Corbel" w:hAnsi="Corbel"/>
                <w:sz w:val="24"/>
                <w:szCs w:val="24"/>
              </w:rPr>
              <w:t>polskiego i zagranicznego</w:t>
            </w:r>
            <w:r w:rsidR="00C52FA1" w:rsidRPr="00CD45B1">
              <w:rPr>
                <w:rFonts w:ascii="Corbel" w:hAnsi="Corbel"/>
                <w:sz w:val="24"/>
                <w:szCs w:val="24"/>
              </w:rPr>
              <w:t xml:space="preserve"> </w:t>
            </w:r>
            <w:r w:rsidR="00C42026" w:rsidRPr="00CD45B1">
              <w:rPr>
                <w:rFonts w:ascii="Corbel" w:hAnsi="Corbel"/>
                <w:sz w:val="24"/>
                <w:szCs w:val="24"/>
              </w:rPr>
              <w:t>–</w:t>
            </w:r>
            <w:r w:rsidR="009D22D0" w:rsidRPr="00CD45B1">
              <w:rPr>
                <w:rFonts w:ascii="Corbel" w:hAnsi="Corbel"/>
                <w:sz w:val="24"/>
                <w:szCs w:val="24"/>
              </w:rPr>
              <w:t xml:space="preserve"> np. </w:t>
            </w:r>
            <w:r w:rsidRPr="00CD45B1">
              <w:rPr>
                <w:rFonts w:ascii="Corbel" w:hAnsi="Corbel"/>
                <w:sz w:val="24"/>
                <w:szCs w:val="24"/>
              </w:rPr>
              <w:t xml:space="preserve">procedury i przepisy prawne dotyczące adopcji, </w:t>
            </w:r>
            <w:proofErr w:type="spellStart"/>
            <w:r w:rsidRPr="00CD45B1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D45B1">
              <w:rPr>
                <w:rFonts w:ascii="Corbel" w:hAnsi="Corbel"/>
                <w:sz w:val="24"/>
                <w:szCs w:val="24"/>
              </w:rPr>
              <w:t xml:space="preserve"> patologicznych, realizacji obowiązku szkolnego itp.). </w:t>
            </w:r>
          </w:p>
        </w:tc>
      </w:tr>
      <w:tr w:rsidR="00C72E4D" w:rsidRPr="00CD45B1" w14:paraId="52BB5678" w14:textId="77777777" w:rsidTr="00B80F4C">
        <w:tc>
          <w:tcPr>
            <w:tcW w:w="9520" w:type="dxa"/>
          </w:tcPr>
          <w:p w14:paraId="6FC4248E" w14:textId="1444A0C9" w:rsidR="007C253B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="00F66EDF" w:rsidRPr="00CD45B1">
              <w:rPr>
                <w:rFonts w:ascii="Corbel" w:hAnsi="Corbel"/>
                <w:sz w:val="24"/>
                <w:szCs w:val="24"/>
              </w:rPr>
              <w:t>sychologia</w:t>
            </w:r>
            <w:r w:rsidRPr="00CD45B1">
              <w:rPr>
                <w:rFonts w:ascii="Corbel" w:hAnsi="Corbel"/>
                <w:sz w:val="24"/>
                <w:szCs w:val="24"/>
              </w:rPr>
              <w:t xml:space="preserve"> społeczna. Związek pedagogiki społecznej z innymi dyscyplinami naukowymi </w:t>
            </w:r>
            <w:r w:rsidRPr="00CD45B1">
              <w:rPr>
                <w:rFonts w:ascii="Corbel" w:hAnsi="Corbel"/>
                <w:sz w:val="24"/>
                <w:szCs w:val="24"/>
              </w:rPr>
              <w:br/>
              <w:t xml:space="preserve">w obszarze nauk społecznych. Praca </w:t>
            </w:r>
            <w:r w:rsidR="00856AFA" w:rsidRPr="00CD45B1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CD45B1">
              <w:rPr>
                <w:rFonts w:ascii="Corbel" w:hAnsi="Corbel"/>
                <w:sz w:val="24"/>
                <w:szCs w:val="24"/>
              </w:rPr>
              <w:t>tekstem oryginalnym</w:t>
            </w:r>
            <w:r w:rsidR="007C253B" w:rsidRPr="00CD45B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CD45B1" w14:paraId="08DF984D" w14:textId="77777777" w:rsidTr="00B80F4C">
        <w:tc>
          <w:tcPr>
            <w:tcW w:w="9520" w:type="dxa"/>
          </w:tcPr>
          <w:p w14:paraId="75E2623C" w14:textId="27D90C5A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Rola resocjalizacji. Formy i metody oddziaływań resocjalizacyjnych. Przykłady – projekt indywidualny studentów</w:t>
            </w:r>
            <w:r w:rsidR="007C253B" w:rsidRPr="00CD45B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CD45B1" w14:paraId="74C2DE4D" w14:textId="77777777" w:rsidTr="00B80F4C">
        <w:tc>
          <w:tcPr>
            <w:tcW w:w="9520" w:type="dxa"/>
          </w:tcPr>
          <w:p w14:paraId="01B76C50" w14:textId="3A401B64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Etyka we współczesnym świecie. Kod et</w:t>
            </w:r>
            <w:r w:rsidR="00C52FA1" w:rsidRPr="00CD45B1">
              <w:rPr>
                <w:rFonts w:ascii="Corbel" w:hAnsi="Corbel"/>
                <w:sz w:val="24"/>
                <w:szCs w:val="24"/>
              </w:rPr>
              <w:t>yczny. Etyka w zawodzie psychologa</w:t>
            </w:r>
            <w:r w:rsidRPr="00CD45B1">
              <w:rPr>
                <w:rFonts w:ascii="Corbel" w:hAnsi="Corbel"/>
                <w:sz w:val="24"/>
                <w:szCs w:val="24"/>
              </w:rPr>
              <w:t xml:space="preserve">. Definicje </w:t>
            </w:r>
            <w:r w:rsidR="00E1417B" w:rsidRPr="00CD45B1">
              <w:rPr>
                <w:rFonts w:ascii="Corbel" w:hAnsi="Corbel"/>
                <w:sz w:val="24"/>
                <w:szCs w:val="24"/>
              </w:rPr>
              <w:br/>
            </w:r>
            <w:r w:rsidRPr="00CD45B1">
              <w:rPr>
                <w:rFonts w:ascii="Corbel" w:hAnsi="Corbel"/>
                <w:sz w:val="24"/>
                <w:szCs w:val="24"/>
              </w:rPr>
              <w:t xml:space="preserve">i przykłady. Praca </w:t>
            </w:r>
            <w:r w:rsidR="00F60C9E" w:rsidRPr="00CD45B1">
              <w:rPr>
                <w:rFonts w:ascii="Corbel" w:hAnsi="Corbel"/>
                <w:sz w:val="24"/>
                <w:szCs w:val="24"/>
              </w:rPr>
              <w:t>z</w:t>
            </w:r>
            <w:r w:rsidRPr="00CD45B1">
              <w:rPr>
                <w:rFonts w:ascii="Corbel" w:hAnsi="Corbel"/>
                <w:sz w:val="24"/>
                <w:szCs w:val="24"/>
              </w:rPr>
              <w:t xml:space="preserve"> tekstem oryginalnym; sporządzanie notatek i streszczeń jako przygotowanie do referowania i pisania pracy dyplomowej</w:t>
            </w:r>
          </w:p>
        </w:tc>
      </w:tr>
      <w:tr w:rsidR="00C72E4D" w:rsidRPr="00CD45B1" w14:paraId="6AB23C17" w14:textId="77777777" w:rsidTr="00B80F4C">
        <w:tc>
          <w:tcPr>
            <w:tcW w:w="9520" w:type="dxa"/>
          </w:tcPr>
          <w:p w14:paraId="02F7778E" w14:textId="524AE22A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Znajomość języka obcego jako klucza do pogłębiania integracji społecznej, kulturowej w Unii Europejskiej. Dokumenty i wystąpienia na forum Parlamentu Europejskiego. Rola tłumacza kabinowego i translacji pisanej.</w:t>
            </w:r>
          </w:p>
        </w:tc>
      </w:tr>
      <w:tr w:rsidR="00C72E4D" w:rsidRPr="00CD45B1" w14:paraId="65577C03" w14:textId="77777777" w:rsidTr="00B80F4C">
        <w:tc>
          <w:tcPr>
            <w:tcW w:w="9520" w:type="dxa"/>
          </w:tcPr>
          <w:p w14:paraId="4035A714" w14:textId="1DD34279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 xml:space="preserve">Kreowanie własnego wizerunku. Przygotowanie do udziału w rozmowie kwalifikacyjnej </w:t>
            </w:r>
            <w:r w:rsidR="00E1417B" w:rsidRPr="00CD45B1">
              <w:rPr>
                <w:rFonts w:ascii="Corbel" w:hAnsi="Corbel"/>
                <w:sz w:val="24"/>
                <w:szCs w:val="24"/>
              </w:rPr>
              <w:br/>
            </w:r>
            <w:r w:rsidRPr="00CD45B1">
              <w:rPr>
                <w:rFonts w:ascii="Corbel" w:hAnsi="Corbel"/>
                <w:sz w:val="24"/>
                <w:szCs w:val="24"/>
              </w:rPr>
              <w:t xml:space="preserve">i podjęcia pracy zawodowej. Zasady zachowania się, przygotowania, typowe pytania </w:t>
            </w:r>
            <w:r w:rsidR="00E1417B" w:rsidRPr="00CD45B1">
              <w:rPr>
                <w:rFonts w:ascii="Corbel" w:hAnsi="Corbel"/>
                <w:sz w:val="24"/>
                <w:szCs w:val="24"/>
              </w:rPr>
              <w:br/>
            </w:r>
            <w:r w:rsidRPr="00CD45B1">
              <w:rPr>
                <w:rFonts w:ascii="Corbel" w:hAnsi="Corbel"/>
                <w:sz w:val="24"/>
                <w:szCs w:val="24"/>
              </w:rPr>
              <w:t>i odpowiedzi.</w:t>
            </w:r>
          </w:p>
        </w:tc>
      </w:tr>
      <w:tr w:rsidR="00C72E4D" w:rsidRPr="00CD45B1" w14:paraId="5A5A538D" w14:textId="77777777" w:rsidTr="00B80F4C">
        <w:tc>
          <w:tcPr>
            <w:tcW w:w="9520" w:type="dxa"/>
          </w:tcPr>
          <w:p w14:paraId="13CDD468" w14:textId="4CA9CDEF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Komunikacja interpersonalna i jej rola w życiu rodzinnym i społecznym. Dyskusja na forum grupy</w:t>
            </w:r>
            <w:r w:rsidR="007C253B" w:rsidRPr="00CD45B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CD45B1" w14:paraId="7227123A" w14:textId="77777777" w:rsidTr="00B80F4C">
        <w:tc>
          <w:tcPr>
            <w:tcW w:w="9520" w:type="dxa"/>
          </w:tcPr>
          <w:p w14:paraId="158388E2" w14:textId="294E2996" w:rsidR="007C253B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 xml:space="preserve">Rozmowa o pracę. Przygotowanie się, opracowywanie pytań i odpowiedzi. Rozmowa kwalifikacyjna. Praca w grupie – zadawanie pytań, udzielanie odpowiedzi. </w:t>
            </w:r>
          </w:p>
        </w:tc>
      </w:tr>
      <w:tr w:rsidR="00C72E4D" w:rsidRPr="00CD45B1" w14:paraId="65FDAE12" w14:textId="77777777" w:rsidTr="00B80F4C">
        <w:tc>
          <w:tcPr>
            <w:tcW w:w="9520" w:type="dxa"/>
          </w:tcPr>
          <w:p w14:paraId="0E9ADC2F" w14:textId="369E1837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Negocjacje, mediacje, udzielanie rad i pozwolenia. Diagnoza pedagogiczna. Przykłady na podstawie tekstów oryginalnych</w:t>
            </w:r>
            <w:r w:rsidR="007C253B" w:rsidRPr="00CD45B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CD45B1" w14:paraId="4A9971E2" w14:textId="77777777" w:rsidTr="00B80F4C">
        <w:tc>
          <w:tcPr>
            <w:tcW w:w="9520" w:type="dxa"/>
          </w:tcPr>
          <w:p w14:paraId="7009FF70" w14:textId="6A13BCB6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Praca metodą projektu (projekt w grupie, projekt indywidualny; argumentowanie, przykłady)</w:t>
            </w:r>
            <w:r w:rsidR="00856AFA" w:rsidRPr="00CD45B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CD45B1" w14:paraId="5EB32434" w14:textId="77777777" w:rsidTr="00B80F4C">
        <w:tc>
          <w:tcPr>
            <w:tcW w:w="9520" w:type="dxa"/>
          </w:tcPr>
          <w:p w14:paraId="5CE8813F" w14:textId="123B7DF1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 xml:space="preserve">Przygotowanie prezentacji indywidulanej/referatu. Wymagania dotyczące prezentacji multimedialnych </w:t>
            </w:r>
            <w:r w:rsidR="007C253B" w:rsidRPr="00CD45B1">
              <w:rPr>
                <w:rFonts w:ascii="Corbel" w:hAnsi="Corbel"/>
                <w:sz w:val="24"/>
                <w:szCs w:val="24"/>
              </w:rPr>
              <w:t>–</w:t>
            </w:r>
            <w:r w:rsidRPr="00CD45B1">
              <w:rPr>
                <w:rFonts w:ascii="Corbel" w:hAnsi="Corbel"/>
                <w:sz w:val="24"/>
                <w:szCs w:val="24"/>
              </w:rPr>
              <w:t xml:space="preserve"> omówienie</w:t>
            </w:r>
            <w:r w:rsidR="007C253B" w:rsidRPr="00CD45B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CD45B1" w14:paraId="0B0342EA" w14:textId="77777777" w:rsidTr="00B80F4C">
        <w:tc>
          <w:tcPr>
            <w:tcW w:w="9520" w:type="dxa"/>
          </w:tcPr>
          <w:p w14:paraId="079C1CA3" w14:textId="0F5B48A4" w:rsidR="007C253B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 xml:space="preserve">Przygotowanie prac pisemnych (krótkie wiadomości, notatki, artykuł, streszczenie, list formalny, list motywacyjny, CV). </w:t>
            </w:r>
          </w:p>
        </w:tc>
      </w:tr>
      <w:tr w:rsidR="00C72E4D" w:rsidRPr="00CD45B1" w14:paraId="5C332C6D" w14:textId="77777777" w:rsidTr="00B80F4C">
        <w:tc>
          <w:tcPr>
            <w:tcW w:w="9520" w:type="dxa"/>
          </w:tcPr>
          <w:p w14:paraId="24E765A5" w14:textId="3BFE76FF" w:rsidR="00C72E4D" w:rsidRPr="00CD45B1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</w:tc>
      </w:tr>
    </w:tbl>
    <w:p w14:paraId="3720264B" w14:textId="77777777" w:rsidR="0085747A" w:rsidRPr="00CD45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A0B007" w14:textId="1BB4EA62" w:rsidR="0085747A" w:rsidRPr="00CD45B1" w:rsidRDefault="009F4610" w:rsidP="00C106B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D45B1">
        <w:rPr>
          <w:rFonts w:ascii="Corbel" w:hAnsi="Corbel"/>
          <w:smallCaps w:val="0"/>
          <w:szCs w:val="24"/>
        </w:rPr>
        <w:t>3.4 Metody dydaktyczne</w:t>
      </w:r>
      <w:r w:rsidRPr="00CD45B1">
        <w:rPr>
          <w:rFonts w:ascii="Corbel" w:hAnsi="Corbel"/>
          <w:b w:val="0"/>
          <w:smallCaps w:val="0"/>
          <w:szCs w:val="24"/>
        </w:rPr>
        <w:t xml:space="preserve"> </w:t>
      </w:r>
    </w:p>
    <w:p w14:paraId="389B229C" w14:textId="6D274C5B" w:rsidR="00153C41" w:rsidRPr="00CD45B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bookmarkStart w:id="0" w:name="_Hlk22231856"/>
      <w:r w:rsidRPr="00CD45B1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CD45B1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CD45B1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CD45B1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CD45B1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CD45B1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CD45B1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CD45B1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CD45B1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CD45B1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CD45B1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CD45B1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CD45B1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CD45B1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CD45B1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CD45B1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CD45B1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CD45B1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bookmarkStart w:id="1" w:name="_Hlk22229519"/>
      <w:r w:rsidR="007C253B" w:rsidRPr="00CD45B1">
        <w:rPr>
          <w:rFonts w:ascii="Corbel" w:hAnsi="Corbel"/>
          <w:b w:val="0"/>
          <w:iCs/>
          <w:smallCaps w:val="0"/>
          <w:szCs w:val="24"/>
        </w:rPr>
        <w:t>odgrywanie ról</w:t>
      </w:r>
      <w:bookmarkEnd w:id="1"/>
      <w:r w:rsidR="007C253B" w:rsidRPr="00CD45B1">
        <w:rPr>
          <w:rFonts w:ascii="Corbel" w:hAnsi="Corbel"/>
          <w:b w:val="0"/>
          <w:iCs/>
          <w:smallCaps w:val="0"/>
          <w:szCs w:val="24"/>
        </w:rPr>
        <w:t>, tworzenie wypowiedzi pisemnych.</w:t>
      </w:r>
    </w:p>
    <w:bookmarkEnd w:id="0"/>
    <w:p w14:paraId="2D5D7354" w14:textId="77777777" w:rsidR="0085747A" w:rsidRPr="00CD4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CD45B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D45B1">
        <w:rPr>
          <w:rFonts w:ascii="Corbel" w:hAnsi="Corbel"/>
          <w:smallCaps w:val="0"/>
          <w:szCs w:val="24"/>
        </w:rPr>
        <w:t xml:space="preserve">4. </w:t>
      </w:r>
      <w:r w:rsidR="0085747A" w:rsidRPr="00CD45B1">
        <w:rPr>
          <w:rFonts w:ascii="Corbel" w:hAnsi="Corbel"/>
          <w:smallCaps w:val="0"/>
          <w:szCs w:val="24"/>
        </w:rPr>
        <w:t>METODY I KRYTERIA OCENY</w:t>
      </w:r>
      <w:r w:rsidR="009F4610" w:rsidRPr="00CD45B1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CD45B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CD45B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D45B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D45B1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CD4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D45B1" w14:paraId="748D7280" w14:textId="77777777" w:rsidTr="00720AF9">
        <w:tc>
          <w:tcPr>
            <w:tcW w:w="1962" w:type="dxa"/>
            <w:vAlign w:val="center"/>
          </w:tcPr>
          <w:p w14:paraId="2C7E2B98" w14:textId="77777777" w:rsidR="0085747A" w:rsidRPr="00CD45B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F5B29E0" w14:textId="77777777" w:rsidR="0085747A" w:rsidRPr="00CD45B1" w:rsidRDefault="00F974DA" w:rsidP="00C52F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CD45B1" w:rsidRDefault="009F4610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D4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33A3E38E" w:rsidR="00923D7D" w:rsidRPr="00CD45B1" w:rsidRDefault="0085747A" w:rsidP="00C52F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4D27379D" w14:textId="77777777" w:rsidR="0085747A" w:rsidRPr="00CD45B1" w:rsidRDefault="0085747A" w:rsidP="00C52F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D45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D45B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D45B1" w14:paraId="657461E1" w14:textId="77777777" w:rsidTr="00C42026">
        <w:trPr>
          <w:trHeight w:val="715"/>
        </w:trPr>
        <w:tc>
          <w:tcPr>
            <w:tcW w:w="1962" w:type="dxa"/>
          </w:tcPr>
          <w:p w14:paraId="716E8AFD" w14:textId="6D03DC1E" w:rsidR="0085747A" w:rsidRPr="00CD45B1" w:rsidRDefault="00C52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5B1">
              <w:rPr>
                <w:rFonts w:ascii="Corbel" w:hAnsi="Corbel"/>
                <w:b w:val="0"/>
                <w:szCs w:val="24"/>
              </w:rPr>
              <w:t>EK</w:t>
            </w:r>
            <w:r w:rsidR="00C106B8" w:rsidRPr="00CD45B1">
              <w:rPr>
                <w:rFonts w:ascii="Corbel" w:hAnsi="Corbel"/>
                <w:b w:val="0"/>
                <w:szCs w:val="24"/>
              </w:rPr>
              <w:t>_</w:t>
            </w:r>
            <w:r w:rsidR="0085747A" w:rsidRPr="00CD45B1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38D6FABB" w14:textId="43CD4F6E" w:rsidR="0085747A" w:rsidRPr="00CD45B1" w:rsidRDefault="00720AF9" w:rsidP="00C42026">
            <w:pPr>
              <w:spacing w:after="0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praca projektowa (prezentacja</w:t>
            </w:r>
            <w:r w:rsidR="00C72E4D" w:rsidRPr="00CD45B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D45B1">
              <w:rPr>
                <w:rFonts w:ascii="Corbel" w:hAnsi="Corbel"/>
                <w:sz w:val="24"/>
                <w:szCs w:val="24"/>
              </w:rPr>
              <w:t>referat</w:t>
            </w:r>
            <w:r w:rsidR="00C72E4D" w:rsidRPr="00CD45B1">
              <w:rPr>
                <w:rFonts w:ascii="Corbel" w:hAnsi="Corbel"/>
                <w:sz w:val="24"/>
                <w:szCs w:val="24"/>
              </w:rPr>
              <w:t>/lektura</w:t>
            </w:r>
            <w:r w:rsidRPr="00CD45B1">
              <w:rPr>
                <w:rFonts w:ascii="Corbel" w:hAnsi="Corbel"/>
                <w:sz w:val="24"/>
                <w:szCs w:val="24"/>
              </w:rPr>
              <w:t>), obserwacja w trakcie zajęć</w:t>
            </w:r>
          </w:p>
        </w:tc>
        <w:tc>
          <w:tcPr>
            <w:tcW w:w="2117" w:type="dxa"/>
          </w:tcPr>
          <w:p w14:paraId="2A5DA44A" w14:textId="0923C96E" w:rsidR="0085747A" w:rsidRPr="00CD45B1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CD45B1" w14:paraId="1753E627" w14:textId="77777777" w:rsidTr="00C42026">
        <w:trPr>
          <w:trHeight w:val="427"/>
        </w:trPr>
        <w:tc>
          <w:tcPr>
            <w:tcW w:w="1962" w:type="dxa"/>
          </w:tcPr>
          <w:p w14:paraId="3CDBDB04" w14:textId="19DCEE45" w:rsidR="0085747A" w:rsidRPr="00CD45B1" w:rsidRDefault="00C52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5B1">
              <w:rPr>
                <w:rFonts w:ascii="Corbel" w:hAnsi="Corbel"/>
                <w:b w:val="0"/>
                <w:szCs w:val="24"/>
              </w:rPr>
              <w:t>EK</w:t>
            </w:r>
            <w:r w:rsidR="00C106B8" w:rsidRPr="00CD45B1">
              <w:rPr>
                <w:rFonts w:ascii="Corbel" w:hAnsi="Corbel"/>
                <w:b w:val="0"/>
                <w:szCs w:val="24"/>
              </w:rPr>
              <w:t>_</w:t>
            </w:r>
            <w:r w:rsidR="0085747A" w:rsidRPr="00CD45B1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96DFFF8" w14:textId="68ED326A" w:rsidR="0085747A" w:rsidRPr="00CD45B1" w:rsidRDefault="00720AF9" w:rsidP="00C42026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01ACED" w14:textId="750D064E" w:rsidR="0085747A" w:rsidRPr="00CD45B1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42026" w:rsidRPr="00CD45B1" w14:paraId="3B6F19B3" w14:textId="77777777" w:rsidTr="00720AF9">
        <w:tc>
          <w:tcPr>
            <w:tcW w:w="1962" w:type="dxa"/>
          </w:tcPr>
          <w:p w14:paraId="03A1F8AF" w14:textId="5909C892" w:rsidR="00C42026" w:rsidRPr="00CD45B1" w:rsidRDefault="00C42026" w:rsidP="00C420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5B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7CDFB15" w14:textId="0C71F702" w:rsidR="00C42026" w:rsidRPr="00CD45B1" w:rsidRDefault="00C42026" w:rsidP="00C4202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4264699" w14:textId="0B1DC938" w:rsidR="00C42026" w:rsidRPr="00CD45B1" w:rsidRDefault="00C42026" w:rsidP="00C42026">
            <w:pPr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CD45B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07E21F" w14:textId="4BAD7B5F" w:rsidR="00923D7D" w:rsidRPr="00CD45B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D45B1">
        <w:rPr>
          <w:rFonts w:ascii="Corbel" w:hAnsi="Corbel"/>
          <w:smallCaps w:val="0"/>
          <w:szCs w:val="24"/>
        </w:rPr>
        <w:t xml:space="preserve">4.2 </w:t>
      </w:r>
      <w:r w:rsidR="0085747A" w:rsidRPr="00CD45B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D45B1">
        <w:rPr>
          <w:rFonts w:ascii="Corbel" w:hAnsi="Corbel"/>
          <w:smallCaps w:val="0"/>
          <w:szCs w:val="24"/>
        </w:rPr>
        <w:t xml:space="preserve"> </w:t>
      </w:r>
    </w:p>
    <w:p w14:paraId="5962CF17" w14:textId="77777777" w:rsidR="00C106B8" w:rsidRPr="00CD45B1" w:rsidRDefault="00C106B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D45B1" w14:paraId="4D36B8DE" w14:textId="77777777" w:rsidTr="00923D7D">
        <w:tc>
          <w:tcPr>
            <w:tcW w:w="9670" w:type="dxa"/>
          </w:tcPr>
          <w:p w14:paraId="03CC0E0C" w14:textId="780CCB08" w:rsidR="00C8607E" w:rsidRPr="00CD45B1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Warunkiem zaliczenia przedmiotu jest osiągnięcie wszystkich założonych efektów kształcenia, 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  <w:r w:rsidR="00C52FA1"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>wszystkich przewidzianych w danym semestrze prac p</w:t>
            </w:r>
            <w:r w:rsidR="00DF0173" w:rsidRPr="00CD45B1">
              <w:rPr>
                <w:rFonts w:ascii="Corbel" w:hAnsi="Corbel"/>
                <w:b w:val="0"/>
                <w:smallCaps w:val="0"/>
                <w:szCs w:val="24"/>
              </w:rPr>
              <w:t>rojektowych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 i uzyskanie pozytywnej oceny</w:t>
            </w:r>
            <w:r w:rsidR="00C52FA1"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78CD51F1" w14:textId="174DBF7D" w:rsidR="00C5372F" w:rsidRPr="00CD45B1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Do zaliczenia potrzeba minimum 51% prawidłowych odpowiedzi.</w:t>
            </w:r>
          </w:p>
          <w:p w14:paraId="5C47221F" w14:textId="77777777" w:rsidR="00C72E4D" w:rsidRPr="00CD45B1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2FF4D402" w14:textId="7C098E78" w:rsidR="00C72E4D" w:rsidRPr="00CD45B1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lektury/referatu</w:t>
            </w:r>
            <w:r w:rsidR="00C52FA1"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3CE289E" w14:textId="281F5505" w:rsidR="00C72E4D" w:rsidRPr="00CD45B1" w:rsidRDefault="00C72E4D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 w:rsidR="00C77247"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lektury/referatu lektury – do wyboru; </w:t>
            </w:r>
            <w:r w:rsidR="00805987" w:rsidRPr="00CD45B1"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0264A1B5" w14:textId="77777777" w:rsidR="00C52FA1" w:rsidRPr="00CD45B1" w:rsidRDefault="00C52F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DCF385" w14:textId="550D5FFB" w:rsidR="007776A1" w:rsidRPr="00CD45B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58B56BA6" w14:textId="77777777" w:rsidR="003032AB" w:rsidRPr="00CD45B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CD45B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CD45B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CD45B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CD45B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CD45B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Pr="00CD45B1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495E2D0" w14:textId="7D27FEBD" w:rsidR="007776A1" w:rsidRPr="00CD45B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71164442" w14:textId="77777777" w:rsidR="003032AB" w:rsidRPr="00CD45B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CD45B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 w:rsidRPr="00CD45B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CD45B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CD45B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 w:rsidRPr="00CD45B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 w:rsidRPr="00CD45B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CD45B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CD45B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 w:rsidRPr="00CD45B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CD45B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CD45B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 w:rsidRPr="00CD45B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CD45B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CD45B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CD45B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CD45B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 w:rsidRPr="00CD45B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Pr="00CD45B1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CD45B1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D45B1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7CC92FAB" w14:textId="699C58C5" w:rsidR="0085747A" w:rsidRPr="00CD45B1" w:rsidRDefault="003032AB" w:rsidP="00C52F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</w:tc>
      </w:tr>
    </w:tbl>
    <w:p w14:paraId="475EFF54" w14:textId="77777777" w:rsidR="0085747A" w:rsidRPr="00CD4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F7E7AF" w14:textId="77777777" w:rsidR="00B03B21" w:rsidRPr="00CD45B1" w:rsidRDefault="00B03B2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CD45B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D45B1">
        <w:rPr>
          <w:rFonts w:ascii="Corbel" w:hAnsi="Corbel"/>
          <w:b/>
          <w:sz w:val="24"/>
          <w:szCs w:val="24"/>
        </w:rPr>
        <w:t xml:space="preserve">5. </w:t>
      </w:r>
      <w:r w:rsidR="00C61DC5" w:rsidRPr="00CD45B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CD45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4479"/>
      </w:tblGrid>
      <w:tr w:rsidR="0085747A" w:rsidRPr="00CD45B1" w14:paraId="5262C9C3" w14:textId="77777777" w:rsidTr="00223B28">
        <w:tc>
          <w:tcPr>
            <w:tcW w:w="5103" w:type="dxa"/>
            <w:vAlign w:val="center"/>
          </w:tcPr>
          <w:p w14:paraId="75CDABF7" w14:textId="77777777" w:rsidR="0085747A" w:rsidRPr="00CD45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45B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D45B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D45B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6E4B1B4A" w14:textId="77777777" w:rsidR="0085747A" w:rsidRPr="00CD45B1" w:rsidRDefault="00C61DC5" w:rsidP="00C52F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45B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D45B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D45B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D45B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D45B1" w14:paraId="7196E746" w14:textId="77777777" w:rsidTr="00223B28">
        <w:tc>
          <w:tcPr>
            <w:tcW w:w="5103" w:type="dxa"/>
          </w:tcPr>
          <w:p w14:paraId="32E31CA0" w14:textId="558CC67E" w:rsidR="0085747A" w:rsidRPr="00CD45B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G</w:t>
            </w:r>
            <w:r w:rsidR="0085747A" w:rsidRPr="00CD45B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CD45B1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D45B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D45B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4DCDF759" w14:textId="09660703" w:rsidR="0085747A" w:rsidRPr="00CD45B1" w:rsidRDefault="00E066F7" w:rsidP="00C52F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1</w:t>
            </w:r>
            <w:r w:rsidR="00230874" w:rsidRPr="00CD45B1">
              <w:rPr>
                <w:rFonts w:ascii="Corbel" w:hAnsi="Corbel"/>
                <w:sz w:val="24"/>
                <w:szCs w:val="24"/>
              </w:rPr>
              <w:t>8</w:t>
            </w:r>
            <w:r w:rsidRPr="00CD45B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CD45B1" w14:paraId="348A1637" w14:textId="77777777" w:rsidTr="00223B28">
        <w:tc>
          <w:tcPr>
            <w:tcW w:w="5103" w:type="dxa"/>
          </w:tcPr>
          <w:p w14:paraId="5AC66362" w14:textId="7204F4C2" w:rsidR="00B601B4" w:rsidRPr="00CD45B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D45B1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601B4" w:rsidRPr="00CD45B1">
              <w:rPr>
                <w:rFonts w:ascii="Corbel" w:hAnsi="Corbel"/>
                <w:sz w:val="24"/>
                <w:szCs w:val="24"/>
              </w:rPr>
              <w:t>:</w:t>
            </w:r>
          </w:p>
          <w:p w14:paraId="5C792C41" w14:textId="2E066A5E" w:rsidR="00C61DC5" w:rsidRPr="00CD45B1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-</w:t>
            </w:r>
            <w:r w:rsidR="00C52FA1" w:rsidRPr="00CD45B1">
              <w:rPr>
                <w:rFonts w:ascii="Corbel" w:hAnsi="Corbel"/>
                <w:sz w:val="24"/>
                <w:szCs w:val="24"/>
              </w:rPr>
              <w:t xml:space="preserve"> </w:t>
            </w:r>
            <w:r w:rsidR="00C61DC5" w:rsidRPr="00CD45B1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536" w:type="dxa"/>
          </w:tcPr>
          <w:p w14:paraId="572D92FB" w14:textId="77777777" w:rsidR="00B601B4" w:rsidRPr="00CD45B1" w:rsidRDefault="00B601B4" w:rsidP="00C52F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FA3A8A9" w14:textId="472B58BD" w:rsidR="00C61DC5" w:rsidRPr="00CD45B1" w:rsidRDefault="009D0144" w:rsidP="00C52F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1</w:t>
            </w:r>
            <w:r w:rsidR="00230874" w:rsidRPr="00CD45B1">
              <w:rPr>
                <w:rFonts w:ascii="Corbel" w:hAnsi="Corbel"/>
                <w:sz w:val="24"/>
                <w:szCs w:val="24"/>
              </w:rPr>
              <w:t>2</w:t>
            </w:r>
            <w:r w:rsidR="00622A35" w:rsidRPr="00CD45B1">
              <w:rPr>
                <w:rFonts w:ascii="Corbel" w:hAnsi="Corbel"/>
                <w:sz w:val="24"/>
                <w:szCs w:val="24"/>
              </w:rPr>
              <w:t xml:space="preserve"> </w:t>
            </w:r>
            <w:r w:rsidR="00E9082E" w:rsidRPr="00CD45B1">
              <w:rPr>
                <w:rFonts w:ascii="Corbel" w:hAnsi="Corbel"/>
                <w:sz w:val="24"/>
                <w:szCs w:val="24"/>
              </w:rPr>
              <w:t>(</w:t>
            </w:r>
            <w:r w:rsidR="00622A35" w:rsidRPr="00CD45B1">
              <w:rPr>
                <w:rFonts w:ascii="Corbel" w:hAnsi="Corbel"/>
                <w:sz w:val="24"/>
                <w:szCs w:val="24"/>
              </w:rPr>
              <w:t>po dwie godziny w semestrze)</w:t>
            </w:r>
          </w:p>
        </w:tc>
      </w:tr>
      <w:tr w:rsidR="00C61DC5" w:rsidRPr="00CD45B1" w14:paraId="4DF89DEB" w14:textId="77777777" w:rsidTr="00223B28">
        <w:tc>
          <w:tcPr>
            <w:tcW w:w="5103" w:type="dxa"/>
          </w:tcPr>
          <w:p w14:paraId="30830603" w14:textId="77777777" w:rsidR="0071620A" w:rsidRPr="00CD45B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D45B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D45B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DF50167" w14:textId="64F8142A" w:rsidR="00B601B4" w:rsidRPr="00CD45B1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-</w:t>
            </w:r>
            <w:r w:rsidR="00C52FA1" w:rsidRPr="00CD45B1">
              <w:rPr>
                <w:rFonts w:ascii="Corbel" w:hAnsi="Corbel"/>
                <w:sz w:val="24"/>
                <w:szCs w:val="24"/>
              </w:rPr>
              <w:t xml:space="preserve"> </w:t>
            </w:r>
            <w:r w:rsidR="00C61DC5" w:rsidRPr="00CD45B1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21F7BEA" w14:textId="1C2A705E" w:rsidR="00B601B4" w:rsidRPr="00CD45B1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-</w:t>
            </w:r>
            <w:r w:rsidR="00C52FA1" w:rsidRPr="00CD45B1">
              <w:rPr>
                <w:rFonts w:ascii="Corbel" w:hAnsi="Corbel"/>
                <w:sz w:val="24"/>
                <w:szCs w:val="24"/>
              </w:rPr>
              <w:t xml:space="preserve"> </w:t>
            </w:r>
            <w:r w:rsidR="00B94FC0" w:rsidRPr="00CD45B1"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14:paraId="78FDA5F3" w14:textId="23258936" w:rsidR="00C61DC5" w:rsidRPr="00CD45B1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-</w:t>
            </w:r>
            <w:r w:rsidR="00C52FA1" w:rsidRPr="00CD45B1">
              <w:rPr>
                <w:rFonts w:ascii="Corbel" w:hAnsi="Corbel"/>
                <w:sz w:val="24"/>
                <w:szCs w:val="24"/>
              </w:rPr>
              <w:t xml:space="preserve"> </w:t>
            </w:r>
            <w:r w:rsidR="00B94FC0" w:rsidRPr="00CD45B1">
              <w:rPr>
                <w:rFonts w:ascii="Corbel" w:hAnsi="Corbel"/>
                <w:sz w:val="24"/>
                <w:szCs w:val="24"/>
              </w:rPr>
              <w:t>przygotowanie do sprawdzianów pisemnych</w:t>
            </w:r>
          </w:p>
          <w:p w14:paraId="2D8A6640" w14:textId="720DA5E5" w:rsidR="00230874" w:rsidRPr="00CD45B1" w:rsidRDefault="002308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-</w:t>
            </w:r>
            <w:r w:rsidR="00C52FA1" w:rsidRPr="00CD45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D45B1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536" w:type="dxa"/>
          </w:tcPr>
          <w:p w14:paraId="4B429E39" w14:textId="77777777" w:rsidR="00B601B4" w:rsidRPr="00CD45B1" w:rsidRDefault="00B601B4" w:rsidP="00C52F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2A9C900" w14:textId="0E9E94EF" w:rsidR="00B601B4" w:rsidRPr="00CD45B1" w:rsidRDefault="00554577" w:rsidP="00C52F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230874" w:rsidRPr="00CD45B1">
              <w:rPr>
                <w:rFonts w:ascii="Corbel" w:hAnsi="Corbel"/>
                <w:sz w:val="24"/>
                <w:szCs w:val="24"/>
              </w:rPr>
              <w:t>0</w:t>
            </w:r>
          </w:p>
          <w:p w14:paraId="787F6C1A" w14:textId="20679BFC" w:rsidR="00B601B4" w:rsidRPr="00CD45B1" w:rsidRDefault="00230874" w:rsidP="00C52F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20</w:t>
            </w:r>
          </w:p>
          <w:p w14:paraId="01A0F3A9" w14:textId="515E56E0" w:rsidR="00B601B4" w:rsidRPr="00CD45B1" w:rsidRDefault="00554577" w:rsidP="00C52F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230874" w:rsidRPr="00CD45B1">
              <w:rPr>
                <w:rFonts w:ascii="Corbel" w:hAnsi="Corbel"/>
                <w:sz w:val="24"/>
                <w:szCs w:val="24"/>
              </w:rPr>
              <w:t>0</w:t>
            </w:r>
          </w:p>
          <w:p w14:paraId="318171D4" w14:textId="0FCB4705" w:rsidR="00230874" w:rsidRPr="00CD45B1" w:rsidRDefault="00D275DB" w:rsidP="00C52F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2</w:t>
            </w:r>
            <w:r w:rsidR="0055457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CD45B1" w14:paraId="265A692A" w14:textId="77777777" w:rsidTr="00223B28">
        <w:tc>
          <w:tcPr>
            <w:tcW w:w="5103" w:type="dxa"/>
          </w:tcPr>
          <w:p w14:paraId="55CF1A49" w14:textId="77777777" w:rsidR="0085747A" w:rsidRPr="00CD45B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5303B2A" w14:textId="1655A4E4" w:rsidR="0085747A" w:rsidRPr="00CD45B1" w:rsidRDefault="00230874" w:rsidP="00C52F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3</w:t>
            </w:r>
            <w:r w:rsidR="00554577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CD45B1" w14:paraId="347123E8" w14:textId="77777777" w:rsidTr="00223B28">
        <w:tc>
          <w:tcPr>
            <w:tcW w:w="5103" w:type="dxa"/>
          </w:tcPr>
          <w:p w14:paraId="75813EDB" w14:textId="77777777" w:rsidR="0085747A" w:rsidRPr="00CD45B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D45B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7A554626" w14:textId="5F516F94" w:rsidR="0085747A" w:rsidRPr="00CD45B1" w:rsidRDefault="005A606C" w:rsidP="00C52F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45B1">
              <w:rPr>
                <w:rFonts w:ascii="Corbel" w:hAnsi="Corbel"/>
                <w:sz w:val="24"/>
                <w:szCs w:val="24"/>
              </w:rPr>
              <w:t>1</w:t>
            </w:r>
            <w:r w:rsidR="0055457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7B37BF" w14:textId="77777777" w:rsidR="0085747A" w:rsidRPr="00CD45B1" w:rsidRDefault="00923D7D" w:rsidP="00223B2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D45B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D45B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CD45B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CD45B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D45B1">
        <w:rPr>
          <w:rFonts w:ascii="Corbel" w:hAnsi="Corbel"/>
          <w:smallCaps w:val="0"/>
          <w:szCs w:val="24"/>
        </w:rPr>
        <w:t xml:space="preserve">6. </w:t>
      </w:r>
      <w:r w:rsidR="0085747A" w:rsidRPr="00CD45B1">
        <w:rPr>
          <w:rFonts w:ascii="Corbel" w:hAnsi="Corbel"/>
          <w:smallCaps w:val="0"/>
          <w:szCs w:val="24"/>
        </w:rPr>
        <w:t>PRAKTYKI ZAWO</w:t>
      </w:r>
      <w:r w:rsidR="009D3F3B" w:rsidRPr="00CD45B1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CD45B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CD45B1" w14:paraId="2A9E1178" w14:textId="77777777" w:rsidTr="00C52FA1">
        <w:trPr>
          <w:trHeight w:val="397"/>
        </w:trPr>
        <w:tc>
          <w:tcPr>
            <w:tcW w:w="3998" w:type="dxa"/>
          </w:tcPr>
          <w:p w14:paraId="58E75124" w14:textId="77777777" w:rsidR="0085747A" w:rsidRPr="00CD45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3D20B3CA" w14:textId="4FCE64B4" w:rsidR="0085747A" w:rsidRPr="00CD45B1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D45B1" w14:paraId="5488BA8C" w14:textId="77777777" w:rsidTr="00C52FA1">
        <w:trPr>
          <w:trHeight w:val="397"/>
        </w:trPr>
        <w:tc>
          <w:tcPr>
            <w:tcW w:w="3998" w:type="dxa"/>
          </w:tcPr>
          <w:p w14:paraId="0D10EE35" w14:textId="77777777" w:rsidR="0085747A" w:rsidRPr="00CD45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5D8F10EA" w14:textId="3CF30CBE" w:rsidR="0085747A" w:rsidRPr="00CD45B1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CD45B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1038AC" w14:textId="77777777" w:rsidR="00C52FA1" w:rsidRPr="00CD45B1" w:rsidRDefault="00C52FA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CD45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D45B1">
        <w:rPr>
          <w:rFonts w:ascii="Corbel" w:hAnsi="Corbel"/>
          <w:smallCaps w:val="0"/>
          <w:szCs w:val="24"/>
        </w:rPr>
        <w:t xml:space="preserve">7. </w:t>
      </w:r>
      <w:r w:rsidR="0085747A" w:rsidRPr="00CD45B1">
        <w:rPr>
          <w:rFonts w:ascii="Corbel" w:hAnsi="Corbel"/>
          <w:smallCaps w:val="0"/>
          <w:szCs w:val="24"/>
        </w:rPr>
        <w:t>LITERATURA</w:t>
      </w:r>
      <w:r w:rsidRPr="00CD45B1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CD45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D45B1" w14:paraId="000D405A" w14:textId="77777777" w:rsidTr="00BA3835">
        <w:trPr>
          <w:trHeight w:val="397"/>
        </w:trPr>
        <w:tc>
          <w:tcPr>
            <w:tcW w:w="5000" w:type="pct"/>
          </w:tcPr>
          <w:p w14:paraId="2100A0A9" w14:textId="63C1FAA5" w:rsidR="0099450E" w:rsidRPr="00CD45B1" w:rsidRDefault="0085747A" w:rsidP="00E066F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GB"/>
              </w:rPr>
            </w:pPr>
            <w:proofErr w:type="spellStart"/>
            <w:r w:rsidRPr="00CD45B1">
              <w:rPr>
                <w:rFonts w:ascii="Corbel" w:hAnsi="Corbel"/>
                <w:smallCaps w:val="0"/>
                <w:szCs w:val="24"/>
                <w:lang w:val="en-GB"/>
              </w:rPr>
              <w:t>Literatura</w:t>
            </w:r>
            <w:proofErr w:type="spellEnd"/>
            <w:r w:rsidRPr="00CD45B1">
              <w:rPr>
                <w:rFonts w:ascii="Corbel" w:hAnsi="Corbel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CD45B1">
              <w:rPr>
                <w:rFonts w:ascii="Corbel" w:hAnsi="Corbel"/>
                <w:smallCaps w:val="0"/>
                <w:szCs w:val="24"/>
                <w:lang w:val="en-GB"/>
              </w:rPr>
              <w:t>podstawowa</w:t>
            </w:r>
            <w:proofErr w:type="spellEnd"/>
            <w:r w:rsidRPr="00CD45B1">
              <w:rPr>
                <w:rFonts w:ascii="Corbel" w:hAnsi="Corbel"/>
                <w:smallCaps w:val="0"/>
                <w:szCs w:val="24"/>
                <w:lang w:val="en-GB"/>
              </w:rPr>
              <w:t>:</w:t>
            </w:r>
          </w:p>
          <w:p w14:paraId="5D870ED9" w14:textId="2ED61B1C" w:rsidR="0099450E" w:rsidRPr="00CD45B1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proofErr w:type="spellEnd"/>
            <w:r w:rsidR="008147F8"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</w:t>
            </w:r>
            <w:r w:rsidR="00C52FA1"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(2014)</w:t>
            </w:r>
            <w:r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Latham-Koenig Ch., Hudson J., </w:t>
            </w:r>
            <w:r w:rsidRPr="00CD45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upper-intermediate,</w:t>
            </w:r>
            <w:r w:rsidR="00C52FA1"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Oxford University Press.</w:t>
            </w:r>
          </w:p>
          <w:p w14:paraId="50BFE08C" w14:textId="66DAC8F3" w:rsidR="0099450E" w:rsidRPr="00CD45B1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Cullen</w:t>
            </w:r>
            <w:r w:rsidR="008147F8"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P.</w:t>
            </w:r>
            <w:r w:rsidR="00C52FA1"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(2018)</w:t>
            </w:r>
            <w:r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CD45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Cambridge </w:t>
            </w:r>
            <w:r w:rsidR="00C52FA1"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University Press, Cambridge.</w:t>
            </w:r>
          </w:p>
          <w:p w14:paraId="29BCB23E" w14:textId="13949139" w:rsidR="00B94FC0" w:rsidRPr="00CD45B1" w:rsidRDefault="00C52FA1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McCarthy</w:t>
            </w:r>
            <w:r w:rsidR="008147F8"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M., O’Dell</w:t>
            </w:r>
            <w:r w:rsidR="008147F8"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F. (2017)</w:t>
            </w:r>
            <w:r w:rsidR="00C8607E"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="00C8607E" w:rsidRPr="00CD45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="00C8607E"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Cambridge </w:t>
            </w:r>
            <w:r w:rsidR="008147F8"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University Press, Cambridge</w:t>
            </w:r>
            <w:r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2C3ECB62" w14:textId="38401EA0" w:rsidR="006470AE" w:rsidRPr="00223B28" w:rsidRDefault="00C8607E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  <w:r w:rsidR="00C52FA1" w:rsidRPr="00CD4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CD45B1" w14:paraId="6A582E67" w14:textId="77777777" w:rsidTr="00BA3835">
        <w:trPr>
          <w:trHeight w:val="397"/>
        </w:trPr>
        <w:tc>
          <w:tcPr>
            <w:tcW w:w="5000" w:type="pct"/>
          </w:tcPr>
          <w:p w14:paraId="4F7DA7D8" w14:textId="2955706F" w:rsidR="006470AE" w:rsidRPr="00CD45B1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D45B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9EDD457" w14:textId="1B6AD55F" w:rsidR="0099450E" w:rsidRPr="00CD45B1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CD45B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Mann</w:t>
            </w:r>
            <w:r w:rsidR="008147F8" w:rsidRPr="00CD45B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M.</w:t>
            </w:r>
            <w:r w:rsidRPr="00CD45B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CD45B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Taylore-Knowles</w:t>
            </w:r>
            <w:proofErr w:type="spellEnd"/>
            <w:r w:rsidR="008147F8" w:rsidRPr="00CD45B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CD45B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CD45B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S.</w:t>
            </w:r>
            <w:r w:rsidR="008147F8" w:rsidRPr="00CD45B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(2008)</w:t>
            </w:r>
            <w:r w:rsidRPr="00CD45B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CD45B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 w:rsidR="008147F8" w:rsidRPr="00CD45B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wyd. Macmillan, Oxford</w:t>
            </w:r>
            <w:r w:rsidR="00C52FA1" w:rsidRPr="00CD45B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07C13ACD" w14:textId="528F2E40" w:rsidR="00B94FC0" w:rsidRPr="00CD45B1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CD45B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Hewings</w:t>
            </w:r>
            <w:proofErr w:type="spellEnd"/>
            <w:r w:rsidR="008147F8" w:rsidRPr="00CD45B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CD45B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M.</w:t>
            </w:r>
            <w:r w:rsidR="008147F8" w:rsidRPr="00CD45B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(2012)</w:t>
            </w:r>
            <w:r w:rsidRPr="00CD45B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CD45B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Cambridge Academic English B2 Upper Intermediate</w:t>
            </w:r>
            <w:r w:rsidRPr="00CD45B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Cambridge </w:t>
            </w:r>
            <w:r w:rsidR="008147F8" w:rsidRPr="00CD45B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University Press, Cambridge</w:t>
            </w:r>
            <w:r w:rsidR="00C52FA1" w:rsidRPr="00CD45B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767CE8D8" w14:textId="6870AE50" w:rsidR="0099450E" w:rsidRPr="00CD45B1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Dooley J., Evans V.</w:t>
            </w:r>
            <w:r w:rsidR="008147F8"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(2016)</w:t>
            </w:r>
            <w:r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CD45B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CD45B1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3</w:t>
            </w:r>
            <w:r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Express Publi</w:t>
            </w:r>
            <w:r w:rsidR="008147F8"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shing, Berkshire</w:t>
            </w:r>
            <w:r w:rsidR="00C52FA1" w:rsidRPr="00CD45B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7C8AEA98" w14:textId="77777777" w:rsidR="00C8607E" w:rsidRPr="00CD45B1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Materiały dla Instytutu Pedagogiki na stronie: </w:t>
            </w:r>
          </w:p>
          <w:p w14:paraId="176A76B1" w14:textId="0EE3ACDB" w:rsidR="006470AE" w:rsidRPr="00223B28" w:rsidRDefault="00C8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4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https://e-dydaktyka.uniwnet.com</w:t>
            </w:r>
          </w:p>
        </w:tc>
      </w:tr>
    </w:tbl>
    <w:p w14:paraId="53F92590" w14:textId="77777777" w:rsidR="0085747A" w:rsidRPr="00CD45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CD45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2EA239" w14:textId="77777777" w:rsidR="00D0113D" w:rsidRPr="00CD45B1" w:rsidRDefault="00D0113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CD45B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D45B1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 w:rsidRPr="00CD45B1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CD45B1" w:rsidSect="00CA588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4AC4C" w14:textId="77777777" w:rsidR="006A5E75" w:rsidRDefault="006A5E75" w:rsidP="00C16ABF">
      <w:pPr>
        <w:spacing w:after="0" w:line="240" w:lineRule="auto"/>
      </w:pPr>
      <w:r>
        <w:separator/>
      </w:r>
    </w:p>
  </w:endnote>
  <w:endnote w:type="continuationSeparator" w:id="0">
    <w:p w14:paraId="2B49D369" w14:textId="77777777" w:rsidR="006A5E75" w:rsidRDefault="006A5E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38885" w14:textId="77777777" w:rsidR="006A5E75" w:rsidRDefault="006A5E75" w:rsidP="00C16ABF">
      <w:pPr>
        <w:spacing w:after="0" w:line="240" w:lineRule="auto"/>
      </w:pPr>
      <w:r>
        <w:separator/>
      </w:r>
    </w:p>
  </w:footnote>
  <w:footnote w:type="continuationSeparator" w:id="0">
    <w:p w14:paraId="50352582" w14:textId="77777777" w:rsidR="006A5E75" w:rsidRDefault="006A5E7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1331310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C5B"/>
    <w:rsid w:val="000077B4"/>
    <w:rsid w:val="00015B8F"/>
    <w:rsid w:val="00021746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3DA"/>
    <w:rsid w:val="000A296F"/>
    <w:rsid w:val="000A2A28"/>
    <w:rsid w:val="000A3CDF"/>
    <w:rsid w:val="000A6FAF"/>
    <w:rsid w:val="000B192D"/>
    <w:rsid w:val="000B28EE"/>
    <w:rsid w:val="000B33FE"/>
    <w:rsid w:val="000B3E37"/>
    <w:rsid w:val="000D04B0"/>
    <w:rsid w:val="000F1C57"/>
    <w:rsid w:val="000F5615"/>
    <w:rsid w:val="000F6AD4"/>
    <w:rsid w:val="00121A87"/>
    <w:rsid w:val="00124BFF"/>
    <w:rsid w:val="0012560E"/>
    <w:rsid w:val="00127108"/>
    <w:rsid w:val="0013139F"/>
    <w:rsid w:val="001315A8"/>
    <w:rsid w:val="00134B13"/>
    <w:rsid w:val="00146BC0"/>
    <w:rsid w:val="00146EB9"/>
    <w:rsid w:val="00153C41"/>
    <w:rsid w:val="00154381"/>
    <w:rsid w:val="0016217A"/>
    <w:rsid w:val="001640A7"/>
    <w:rsid w:val="00164FA7"/>
    <w:rsid w:val="0016656C"/>
    <w:rsid w:val="00166A03"/>
    <w:rsid w:val="001718A7"/>
    <w:rsid w:val="001737CF"/>
    <w:rsid w:val="00176083"/>
    <w:rsid w:val="00176858"/>
    <w:rsid w:val="001776C7"/>
    <w:rsid w:val="00192F37"/>
    <w:rsid w:val="001962F8"/>
    <w:rsid w:val="001A6BA8"/>
    <w:rsid w:val="001A70D2"/>
    <w:rsid w:val="001B2F6C"/>
    <w:rsid w:val="001D0639"/>
    <w:rsid w:val="001D657B"/>
    <w:rsid w:val="001D7B54"/>
    <w:rsid w:val="001E0209"/>
    <w:rsid w:val="001F2CA2"/>
    <w:rsid w:val="0020584E"/>
    <w:rsid w:val="002144C0"/>
    <w:rsid w:val="00223B28"/>
    <w:rsid w:val="0022477D"/>
    <w:rsid w:val="002278A9"/>
    <w:rsid w:val="00230874"/>
    <w:rsid w:val="002336F9"/>
    <w:rsid w:val="0024028F"/>
    <w:rsid w:val="00244ABC"/>
    <w:rsid w:val="002541C3"/>
    <w:rsid w:val="00260095"/>
    <w:rsid w:val="00281FF2"/>
    <w:rsid w:val="002857DE"/>
    <w:rsid w:val="00291567"/>
    <w:rsid w:val="002A22BF"/>
    <w:rsid w:val="002A2389"/>
    <w:rsid w:val="002A671D"/>
    <w:rsid w:val="002A7D8E"/>
    <w:rsid w:val="002B4D55"/>
    <w:rsid w:val="002B5EA0"/>
    <w:rsid w:val="002B6119"/>
    <w:rsid w:val="002C1F06"/>
    <w:rsid w:val="002C34D2"/>
    <w:rsid w:val="002D1534"/>
    <w:rsid w:val="002D3375"/>
    <w:rsid w:val="002D73D4"/>
    <w:rsid w:val="002E031F"/>
    <w:rsid w:val="002F02A3"/>
    <w:rsid w:val="002F4ABE"/>
    <w:rsid w:val="002F5D8A"/>
    <w:rsid w:val="00301359"/>
    <w:rsid w:val="003018BA"/>
    <w:rsid w:val="00302BF7"/>
    <w:rsid w:val="003032AB"/>
    <w:rsid w:val="003035BB"/>
    <w:rsid w:val="0030395F"/>
    <w:rsid w:val="00305C92"/>
    <w:rsid w:val="003151C5"/>
    <w:rsid w:val="003343CF"/>
    <w:rsid w:val="00346FE9"/>
    <w:rsid w:val="0034759A"/>
    <w:rsid w:val="003478EE"/>
    <w:rsid w:val="003501AA"/>
    <w:rsid w:val="003503F6"/>
    <w:rsid w:val="003530DD"/>
    <w:rsid w:val="00363F78"/>
    <w:rsid w:val="003A0A5B"/>
    <w:rsid w:val="003A1176"/>
    <w:rsid w:val="003B25CA"/>
    <w:rsid w:val="003C0BAE"/>
    <w:rsid w:val="003C0EE0"/>
    <w:rsid w:val="003D18A9"/>
    <w:rsid w:val="003D39AA"/>
    <w:rsid w:val="003D6CE2"/>
    <w:rsid w:val="003E1941"/>
    <w:rsid w:val="003E1C68"/>
    <w:rsid w:val="003E2FE6"/>
    <w:rsid w:val="003E49D5"/>
    <w:rsid w:val="003F205D"/>
    <w:rsid w:val="003F38C0"/>
    <w:rsid w:val="00404D3C"/>
    <w:rsid w:val="00411116"/>
    <w:rsid w:val="00414E3C"/>
    <w:rsid w:val="00417773"/>
    <w:rsid w:val="0042244A"/>
    <w:rsid w:val="0042745A"/>
    <w:rsid w:val="00431D5C"/>
    <w:rsid w:val="004362C6"/>
    <w:rsid w:val="00437FA2"/>
    <w:rsid w:val="00445970"/>
    <w:rsid w:val="0045566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070"/>
    <w:rsid w:val="004C3BD6"/>
    <w:rsid w:val="004D5282"/>
    <w:rsid w:val="004E4E3D"/>
    <w:rsid w:val="004E6730"/>
    <w:rsid w:val="004F1551"/>
    <w:rsid w:val="004F3928"/>
    <w:rsid w:val="004F55A3"/>
    <w:rsid w:val="0050496F"/>
    <w:rsid w:val="00513B6F"/>
    <w:rsid w:val="00517C63"/>
    <w:rsid w:val="00530DD3"/>
    <w:rsid w:val="005363C4"/>
    <w:rsid w:val="00536BDE"/>
    <w:rsid w:val="00543ACC"/>
    <w:rsid w:val="00554577"/>
    <w:rsid w:val="0056696D"/>
    <w:rsid w:val="00585FEB"/>
    <w:rsid w:val="0059484D"/>
    <w:rsid w:val="005A0855"/>
    <w:rsid w:val="005A3196"/>
    <w:rsid w:val="005A606C"/>
    <w:rsid w:val="005A6917"/>
    <w:rsid w:val="005B4039"/>
    <w:rsid w:val="005C080F"/>
    <w:rsid w:val="005C55E5"/>
    <w:rsid w:val="005C696A"/>
    <w:rsid w:val="005E6E85"/>
    <w:rsid w:val="005F31D2"/>
    <w:rsid w:val="0061029B"/>
    <w:rsid w:val="00617230"/>
    <w:rsid w:val="0061755A"/>
    <w:rsid w:val="00621CE1"/>
    <w:rsid w:val="00622A35"/>
    <w:rsid w:val="00627FC9"/>
    <w:rsid w:val="006470AE"/>
    <w:rsid w:val="00647FA8"/>
    <w:rsid w:val="00650C5F"/>
    <w:rsid w:val="00654934"/>
    <w:rsid w:val="006620D9"/>
    <w:rsid w:val="006711FD"/>
    <w:rsid w:val="00671958"/>
    <w:rsid w:val="00675843"/>
    <w:rsid w:val="00687E9E"/>
    <w:rsid w:val="00693000"/>
    <w:rsid w:val="00695CEB"/>
    <w:rsid w:val="00696477"/>
    <w:rsid w:val="006A5E75"/>
    <w:rsid w:val="006B2962"/>
    <w:rsid w:val="006C6FED"/>
    <w:rsid w:val="006D050F"/>
    <w:rsid w:val="006D6139"/>
    <w:rsid w:val="006E102A"/>
    <w:rsid w:val="006E43E9"/>
    <w:rsid w:val="006E5D65"/>
    <w:rsid w:val="006F1282"/>
    <w:rsid w:val="006F1FBC"/>
    <w:rsid w:val="006F31E2"/>
    <w:rsid w:val="00706544"/>
    <w:rsid w:val="007072BA"/>
    <w:rsid w:val="0071620A"/>
    <w:rsid w:val="00720AF9"/>
    <w:rsid w:val="00720F6E"/>
    <w:rsid w:val="00724677"/>
    <w:rsid w:val="00725459"/>
    <w:rsid w:val="007327BD"/>
    <w:rsid w:val="00732CA8"/>
    <w:rsid w:val="00734608"/>
    <w:rsid w:val="00745302"/>
    <w:rsid w:val="007461D6"/>
    <w:rsid w:val="00746EC8"/>
    <w:rsid w:val="00761FF3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B7FFA"/>
    <w:rsid w:val="007C253B"/>
    <w:rsid w:val="007C3299"/>
    <w:rsid w:val="007C3BCC"/>
    <w:rsid w:val="007C4546"/>
    <w:rsid w:val="007D6E56"/>
    <w:rsid w:val="007E6C5F"/>
    <w:rsid w:val="007F4155"/>
    <w:rsid w:val="00805987"/>
    <w:rsid w:val="0081258C"/>
    <w:rsid w:val="008147F8"/>
    <w:rsid w:val="0081554D"/>
    <w:rsid w:val="0081707E"/>
    <w:rsid w:val="008449B3"/>
    <w:rsid w:val="008453E5"/>
    <w:rsid w:val="00854BA7"/>
    <w:rsid w:val="008552A2"/>
    <w:rsid w:val="00856AFA"/>
    <w:rsid w:val="0085747A"/>
    <w:rsid w:val="008773EB"/>
    <w:rsid w:val="00884922"/>
    <w:rsid w:val="00885F64"/>
    <w:rsid w:val="008917F9"/>
    <w:rsid w:val="00895848"/>
    <w:rsid w:val="00896A0C"/>
    <w:rsid w:val="008A45F7"/>
    <w:rsid w:val="008C0CC0"/>
    <w:rsid w:val="008C19A9"/>
    <w:rsid w:val="008C379D"/>
    <w:rsid w:val="008C5147"/>
    <w:rsid w:val="008C5359"/>
    <w:rsid w:val="008C5363"/>
    <w:rsid w:val="008D2865"/>
    <w:rsid w:val="008D3DFB"/>
    <w:rsid w:val="008E64F4"/>
    <w:rsid w:val="008F12C9"/>
    <w:rsid w:val="008F199F"/>
    <w:rsid w:val="008F3480"/>
    <w:rsid w:val="008F6E29"/>
    <w:rsid w:val="008F7340"/>
    <w:rsid w:val="00916188"/>
    <w:rsid w:val="00923D7D"/>
    <w:rsid w:val="00937312"/>
    <w:rsid w:val="009508DF"/>
    <w:rsid w:val="00950DAC"/>
    <w:rsid w:val="00951AE2"/>
    <w:rsid w:val="00954A07"/>
    <w:rsid w:val="0099450E"/>
    <w:rsid w:val="00997F14"/>
    <w:rsid w:val="009A78D9"/>
    <w:rsid w:val="009C3E31"/>
    <w:rsid w:val="009C54AE"/>
    <w:rsid w:val="009C788E"/>
    <w:rsid w:val="009D0144"/>
    <w:rsid w:val="009D22D0"/>
    <w:rsid w:val="009D3F3B"/>
    <w:rsid w:val="009E0543"/>
    <w:rsid w:val="009E3B41"/>
    <w:rsid w:val="009F3C5C"/>
    <w:rsid w:val="009F4610"/>
    <w:rsid w:val="00A00ECC"/>
    <w:rsid w:val="00A155EE"/>
    <w:rsid w:val="00A171D6"/>
    <w:rsid w:val="00A2245B"/>
    <w:rsid w:val="00A30110"/>
    <w:rsid w:val="00A36899"/>
    <w:rsid w:val="00A371F6"/>
    <w:rsid w:val="00A43BF6"/>
    <w:rsid w:val="00A51D80"/>
    <w:rsid w:val="00A53FA5"/>
    <w:rsid w:val="00A54817"/>
    <w:rsid w:val="00A601C8"/>
    <w:rsid w:val="00A60799"/>
    <w:rsid w:val="00A81E05"/>
    <w:rsid w:val="00A84C85"/>
    <w:rsid w:val="00A96092"/>
    <w:rsid w:val="00A97DE1"/>
    <w:rsid w:val="00AB053C"/>
    <w:rsid w:val="00AC0D23"/>
    <w:rsid w:val="00AD1146"/>
    <w:rsid w:val="00AD27D3"/>
    <w:rsid w:val="00AD66D6"/>
    <w:rsid w:val="00AE1160"/>
    <w:rsid w:val="00AE203C"/>
    <w:rsid w:val="00AE2E74"/>
    <w:rsid w:val="00AE5FCB"/>
    <w:rsid w:val="00AE6821"/>
    <w:rsid w:val="00AF2C1E"/>
    <w:rsid w:val="00B02343"/>
    <w:rsid w:val="00B03B21"/>
    <w:rsid w:val="00B06142"/>
    <w:rsid w:val="00B135B1"/>
    <w:rsid w:val="00B17AFA"/>
    <w:rsid w:val="00B23776"/>
    <w:rsid w:val="00B3130B"/>
    <w:rsid w:val="00B37740"/>
    <w:rsid w:val="00B40ADB"/>
    <w:rsid w:val="00B43B77"/>
    <w:rsid w:val="00B43E80"/>
    <w:rsid w:val="00B601B4"/>
    <w:rsid w:val="00B607DB"/>
    <w:rsid w:val="00B66529"/>
    <w:rsid w:val="00B75946"/>
    <w:rsid w:val="00B8056E"/>
    <w:rsid w:val="00B80F4C"/>
    <w:rsid w:val="00B81328"/>
    <w:rsid w:val="00B814AC"/>
    <w:rsid w:val="00B819C8"/>
    <w:rsid w:val="00B82308"/>
    <w:rsid w:val="00B90885"/>
    <w:rsid w:val="00B9253D"/>
    <w:rsid w:val="00B94FC0"/>
    <w:rsid w:val="00BA3835"/>
    <w:rsid w:val="00BB520A"/>
    <w:rsid w:val="00BD04A8"/>
    <w:rsid w:val="00BD3869"/>
    <w:rsid w:val="00BD66E9"/>
    <w:rsid w:val="00BD6FF4"/>
    <w:rsid w:val="00BF2C41"/>
    <w:rsid w:val="00C058B4"/>
    <w:rsid w:val="00C05F44"/>
    <w:rsid w:val="00C106B8"/>
    <w:rsid w:val="00C131B5"/>
    <w:rsid w:val="00C16ABF"/>
    <w:rsid w:val="00C170AE"/>
    <w:rsid w:val="00C21842"/>
    <w:rsid w:val="00C26CB7"/>
    <w:rsid w:val="00C324C1"/>
    <w:rsid w:val="00C36992"/>
    <w:rsid w:val="00C42026"/>
    <w:rsid w:val="00C42282"/>
    <w:rsid w:val="00C52FA1"/>
    <w:rsid w:val="00C5372F"/>
    <w:rsid w:val="00C539A8"/>
    <w:rsid w:val="00C56036"/>
    <w:rsid w:val="00C61DC5"/>
    <w:rsid w:val="00C67E92"/>
    <w:rsid w:val="00C70A26"/>
    <w:rsid w:val="00C7167A"/>
    <w:rsid w:val="00C72E4D"/>
    <w:rsid w:val="00C766DF"/>
    <w:rsid w:val="00C77247"/>
    <w:rsid w:val="00C8607E"/>
    <w:rsid w:val="00C92093"/>
    <w:rsid w:val="00C94B98"/>
    <w:rsid w:val="00CA2B96"/>
    <w:rsid w:val="00CA5089"/>
    <w:rsid w:val="00CA5888"/>
    <w:rsid w:val="00CB1AC4"/>
    <w:rsid w:val="00CD45B1"/>
    <w:rsid w:val="00CD6897"/>
    <w:rsid w:val="00CE5BAC"/>
    <w:rsid w:val="00CF25BE"/>
    <w:rsid w:val="00CF78ED"/>
    <w:rsid w:val="00D0113D"/>
    <w:rsid w:val="00D02B25"/>
    <w:rsid w:val="00D02EBA"/>
    <w:rsid w:val="00D17C3C"/>
    <w:rsid w:val="00D26B2C"/>
    <w:rsid w:val="00D275DB"/>
    <w:rsid w:val="00D352C9"/>
    <w:rsid w:val="00D425B2"/>
    <w:rsid w:val="00D428D6"/>
    <w:rsid w:val="00D552B2"/>
    <w:rsid w:val="00D608D1"/>
    <w:rsid w:val="00D74119"/>
    <w:rsid w:val="00D8075B"/>
    <w:rsid w:val="00D8161C"/>
    <w:rsid w:val="00D8678B"/>
    <w:rsid w:val="00D943A9"/>
    <w:rsid w:val="00D94B59"/>
    <w:rsid w:val="00DA2114"/>
    <w:rsid w:val="00DC74DF"/>
    <w:rsid w:val="00DE09C0"/>
    <w:rsid w:val="00DE2234"/>
    <w:rsid w:val="00DE4A14"/>
    <w:rsid w:val="00DF0173"/>
    <w:rsid w:val="00DF320D"/>
    <w:rsid w:val="00DF71C8"/>
    <w:rsid w:val="00E066F7"/>
    <w:rsid w:val="00E07425"/>
    <w:rsid w:val="00E10B47"/>
    <w:rsid w:val="00E112C8"/>
    <w:rsid w:val="00E129B8"/>
    <w:rsid w:val="00E1417B"/>
    <w:rsid w:val="00E21E7D"/>
    <w:rsid w:val="00E22FBC"/>
    <w:rsid w:val="00E24BF5"/>
    <w:rsid w:val="00E25338"/>
    <w:rsid w:val="00E40A22"/>
    <w:rsid w:val="00E51E44"/>
    <w:rsid w:val="00E63348"/>
    <w:rsid w:val="00E742AA"/>
    <w:rsid w:val="00E77E88"/>
    <w:rsid w:val="00E8107D"/>
    <w:rsid w:val="00E84BC4"/>
    <w:rsid w:val="00E9082E"/>
    <w:rsid w:val="00E960BB"/>
    <w:rsid w:val="00EA2074"/>
    <w:rsid w:val="00EA4832"/>
    <w:rsid w:val="00EA4E9D"/>
    <w:rsid w:val="00EB576C"/>
    <w:rsid w:val="00EC14E8"/>
    <w:rsid w:val="00EC4899"/>
    <w:rsid w:val="00EC583D"/>
    <w:rsid w:val="00ED03AB"/>
    <w:rsid w:val="00ED32D2"/>
    <w:rsid w:val="00EE32DE"/>
    <w:rsid w:val="00EE5457"/>
    <w:rsid w:val="00F0138A"/>
    <w:rsid w:val="00F070AB"/>
    <w:rsid w:val="00F17567"/>
    <w:rsid w:val="00F27A7B"/>
    <w:rsid w:val="00F526AF"/>
    <w:rsid w:val="00F60C9E"/>
    <w:rsid w:val="00F617C3"/>
    <w:rsid w:val="00F63667"/>
    <w:rsid w:val="00F66EDF"/>
    <w:rsid w:val="00F7066B"/>
    <w:rsid w:val="00F71334"/>
    <w:rsid w:val="00F83B28"/>
    <w:rsid w:val="00F875A5"/>
    <w:rsid w:val="00F974DA"/>
    <w:rsid w:val="00FA1DF4"/>
    <w:rsid w:val="00FA46E5"/>
    <w:rsid w:val="00FB7DBA"/>
    <w:rsid w:val="00FC1C25"/>
    <w:rsid w:val="00FC3F45"/>
    <w:rsid w:val="00FD26CA"/>
    <w:rsid w:val="00FD503F"/>
    <w:rsid w:val="00FD7589"/>
    <w:rsid w:val="00FF016A"/>
    <w:rsid w:val="00FF1401"/>
    <w:rsid w:val="00FF32F6"/>
    <w:rsid w:val="00FF41AE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  <w15:docId w15:val="{4A3638FB-7A19-4283-BD84-4F8182BAD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5E2D4-5B75-4D9B-9DF5-3391D10C3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6</Pages>
  <Words>1920</Words>
  <Characters>11524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2022-12-29T08:36:00Z</cp:lastPrinted>
  <dcterms:created xsi:type="dcterms:W3CDTF">2024-04-09T20:29:00Z</dcterms:created>
  <dcterms:modified xsi:type="dcterms:W3CDTF">2024-10-07T11:14:00Z</dcterms:modified>
</cp:coreProperties>
</file>